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bookmarkStart w:id="0" w:name="_GoBack"/>
      <w:bookmarkEnd w:id="0"/>
      <w:r>
        <w:t>SMLOUVA O DÍLO NA ZHOTOVENÍ STAVBY</w:t>
      </w:r>
      <w:r w:rsidR="00485CE8">
        <w:t xml:space="preserve"> </w:t>
      </w:r>
    </w:p>
    <w:p w14:paraId="7D32551D" w14:textId="2F250E83" w:rsidR="00F422D3" w:rsidRDefault="00F422D3" w:rsidP="00B42F40">
      <w:pPr>
        <w:pStyle w:val="Titul2"/>
      </w:pPr>
      <w:r>
        <w:t>Název zakázky: „</w:t>
      </w:r>
      <w:r w:rsidR="002F457B" w:rsidRPr="002F457B">
        <w:t>Adršpach ON - oprava (střecha, vnější plášť a VPP)</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3739E630" w:rsidR="00D32554" w:rsidRPr="00D32554" w:rsidRDefault="000708ED" w:rsidP="00D32554">
      <w:pPr>
        <w:pStyle w:val="Textbezodsazen"/>
        <w:rPr>
          <w:highlight w:val="green"/>
        </w:rPr>
      </w:pPr>
      <w:r>
        <w:t>zastoupen</w:t>
      </w:r>
      <w:r w:rsidR="00723836">
        <w:t>á</w:t>
      </w:r>
      <w:r>
        <w:t>: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0F1243AC" w:rsidR="0079589A" w:rsidRDefault="001D580D" w:rsidP="0079589A">
      <w:pPr>
        <w:pStyle w:val="Textbezodsazen"/>
      </w:pPr>
      <w:r>
        <w:t xml:space="preserve">E-mail: </w:t>
      </w:r>
      <w:r w:rsidR="0079589A" w:rsidRPr="002E052B">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2B1A2275" w:rsidR="00D77605" w:rsidRDefault="002E052B" w:rsidP="002E052B">
      <w:pPr>
        <w:pStyle w:val="Textbezodsazen"/>
        <w:tabs>
          <w:tab w:val="left" w:pos="1843"/>
        </w:tabs>
        <w:spacing w:after="0"/>
      </w:pPr>
      <w:r>
        <w:t>ev. č. registru VZ:</w:t>
      </w:r>
      <w:r>
        <w:tab/>
      </w:r>
      <w:r w:rsidR="002F457B">
        <w:t>64021010</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382D2BB1"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30D234A6" w:rsidR="00F24489" w:rsidRDefault="00F24489" w:rsidP="002F457B">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svůj úmysl zadat </w:t>
      </w:r>
      <w:r>
        <w:t xml:space="preserve">ve výběrovém řízení </w:t>
      </w:r>
      <w:r w:rsidRPr="00F97DBD">
        <w:t xml:space="preserve">veřejnou zakázku s názvem </w:t>
      </w:r>
      <w:r w:rsidRPr="00E14606">
        <w:t>„</w:t>
      </w:r>
      <w:r w:rsidR="002F457B" w:rsidRPr="002F457B">
        <w:t>Adršpach ON - oprava (střecha, vnější plášť a VPP)</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t>PŘEDMĚT, CENA A HARMONOGRAM POSTUPU PRACÍ SMLOUVY</w:t>
      </w:r>
    </w:p>
    <w:p w14:paraId="565532B9" w14:textId="77777777" w:rsidR="00F24489" w:rsidRDefault="00F24489" w:rsidP="00F24489">
      <w:pPr>
        <w:pStyle w:val="slovanseznam"/>
        <w:numPr>
          <w:ilvl w:val="0"/>
          <w:numId w:val="0"/>
        </w:numPr>
        <w:ind w:left="567" w:hanging="567"/>
      </w:pP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35C68C41" w:rsidR="00F24489" w:rsidRPr="00F97DBD" w:rsidRDefault="00F24489" w:rsidP="00733922">
      <w:pPr>
        <w:pStyle w:val="Text1-1"/>
      </w:pPr>
      <w:r w:rsidRPr="00F97DBD">
        <w:t>Objednatel se zavazuje Zhotoviteli poskytnout veškerou nezbytn</w:t>
      </w:r>
      <w:r w:rsidR="00DF4B6D">
        <w:t>ou součinnost k 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26D8A689" w:rsidR="00F24489" w:rsidRDefault="00DF4B6D" w:rsidP="00F24489">
      <w:pPr>
        <w:pStyle w:val="Textbezslovn"/>
      </w:pPr>
      <w:r w:rsidRPr="002F457B">
        <w:t>Rekapitulace Ceny Díla dle objektů stavebních částí (SO) a objektů provozních částí (PS) je uvedena v</w:t>
      </w:r>
      <w:r w:rsidR="00F87C8D" w:rsidRPr="002F457B">
        <w:t> </w:t>
      </w:r>
      <w:hyperlink w:anchor="ListAnnex04" w:history="1">
        <w:r w:rsidRPr="002F457B">
          <w:rPr>
            <w:rStyle w:val="Hypertextovodkaz"/>
            <w:rFonts w:cs="Calibri"/>
            <w:color w:val="auto"/>
          </w:rPr>
          <w:t>Příloze č. 4</w:t>
        </w:r>
      </w:hyperlink>
      <w:r w:rsidRPr="002F457B">
        <w:t xml:space="preserve"> této Smlouvy.</w:t>
      </w:r>
    </w:p>
    <w:p w14:paraId="5F7F2D8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2F457B" w:rsidRDefault="00F24489" w:rsidP="00F24489">
      <w:pPr>
        <w:pStyle w:val="Text1-1"/>
      </w:pPr>
      <w:r w:rsidRPr="002F457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57B">
        <w:rPr>
          <w:rStyle w:val="OdstavecsmlouvyChar"/>
          <w:rFonts w:eastAsiaTheme="minorHAnsi"/>
        </w:rPr>
        <w:t xml:space="preserve"> </w:t>
      </w:r>
      <w:r w:rsidRPr="002F457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BD62631" w14:textId="3EA30074" w:rsidR="00F24489" w:rsidRPr="00271F21" w:rsidRDefault="00F24489" w:rsidP="00F24489">
      <w:pPr>
        <w:pStyle w:val="Textbezslovn"/>
        <w:rPr>
          <w:b/>
        </w:rPr>
      </w:pPr>
      <w:r w:rsidRPr="00F24489">
        <w:rPr>
          <w:b/>
        </w:rPr>
        <w:t xml:space="preserve">Celková lhůta pro dokončení Díla činí celkem </w:t>
      </w:r>
      <w:r w:rsidR="00271F21">
        <w:rPr>
          <w:b/>
        </w:rPr>
        <w:t>6</w:t>
      </w:r>
      <w:r w:rsidRPr="00F24489">
        <w:rPr>
          <w:b/>
        </w:rPr>
        <w:t xml:space="preserve"> </w:t>
      </w:r>
      <w:r w:rsidRPr="00271F21">
        <w:rPr>
          <w:b/>
        </w:rPr>
        <w:t>měsíců ode Dne zahájení stavebních prací (dokladem prokazujícím, že Zhotovitel dokončil celé Dílo, je Předávací protokol dle odst. 10.4 Obchodních podmínek).</w:t>
      </w:r>
    </w:p>
    <w:p w14:paraId="3183DE99" w14:textId="67A32C68" w:rsidR="00F24489" w:rsidRDefault="00F24489" w:rsidP="00F24489">
      <w:pPr>
        <w:pStyle w:val="Textbezslovn"/>
      </w:pPr>
      <w:r w:rsidRPr="00271F21">
        <w:t xml:space="preserve">Lhůta pro dokončení stavebních prací činí celkem </w:t>
      </w:r>
      <w:r w:rsidR="00271F21" w:rsidRPr="00271F21">
        <w:rPr>
          <w:b/>
        </w:rPr>
        <w:t>5</w:t>
      </w:r>
      <w:r w:rsidRPr="00271F21">
        <w:rPr>
          <w:b/>
        </w:rPr>
        <w:t xml:space="preserve"> měsíců</w:t>
      </w:r>
      <w:r w:rsidRPr="00271F21">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5BD0DB9" w14:textId="2457A606" w:rsidR="00F24489" w:rsidRDefault="00F24489" w:rsidP="00271F21">
      <w:pPr>
        <w:pStyle w:val="Text1-1"/>
      </w:pPr>
      <w:r w:rsidRPr="00F97DBD">
        <w:lastRenderedPageBreak/>
        <w:t>Ust. § 2605 odst. 1 a ust. § 2628 občanského zákoníku se nepoužije. Dílo je provedeno tehdy, je-li dokončeno řádně a včas a Objednatelem převzato sjednaným způsobem.</w:t>
      </w:r>
    </w:p>
    <w:p w14:paraId="30C44A40" w14:textId="77777777" w:rsidR="00F24489" w:rsidRPr="00271F21" w:rsidRDefault="00F24489" w:rsidP="00271F2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271F21">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E7330EC" w14:textId="77777777" w:rsidR="00F24489" w:rsidRDefault="00214C3E" w:rsidP="00214C3E">
      <w:pPr>
        <w:pStyle w:val="Nadpis1-1"/>
      </w:pPr>
      <w:r w:rsidRPr="00214C3E">
        <w:t>ZÁRUKY, DALŠÍ USTANOVENÍ A ODLIŠNÁ USTANOVENÍ OD OBCHODNÍCH PODMÍNEK</w:t>
      </w:r>
    </w:p>
    <w:p w14:paraId="1428930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52479970" w:rsidR="00214C3E" w:rsidRPr="00271F21" w:rsidRDefault="00214C3E" w:rsidP="00271F21">
      <w:pPr>
        <w:pStyle w:val="Text1-1"/>
      </w:pPr>
      <w:r w:rsidRPr="00271F21">
        <w:t>Při realizaci Díla nejsou plánovány výluky. Pokud z důvodů na straně Zhotovitele bude nutné výluku realizovat, dohodly se Smluvní strany, že na takovouto výluku se uplatní ustanovení  odst. 3.15 a v odst. 3.17 Obchodních podmínek.</w:t>
      </w:r>
    </w:p>
    <w:p w14:paraId="5CAD9F7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w:t>
      </w:r>
      <w:r w:rsidRPr="00055FC4">
        <w:lastRenderedPageBreak/>
        <w:t xml:space="preserve">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761A86EE" w:rsidR="00214C3E" w:rsidRPr="00271F21" w:rsidRDefault="00214C3E" w:rsidP="001454DA">
      <w:pPr>
        <w:pStyle w:val="Text1-1"/>
      </w:pPr>
      <w:r w:rsidRPr="00271F21">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Pr="00271F21" w:rsidRDefault="00214C3E" w:rsidP="00214C3E">
      <w:pPr>
        <w:pStyle w:val="Text1-1"/>
      </w:pPr>
      <w:r w:rsidRPr="00271F21">
        <w:t>V bodě 11.6 Obchodních podmínek se lhůta upravuje na dva (2) dny.</w:t>
      </w:r>
    </w:p>
    <w:p w14:paraId="451554A4" w14:textId="2DEF4217" w:rsidR="005158D6" w:rsidRPr="00271F21" w:rsidRDefault="001C513F" w:rsidP="00271F21">
      <w:pPr>
        <w:pStyle w:val="Text1-1"/>
      </w:pPr>
      <w:r w:rsidRPr="00271F21">
        <w:t>Bod 13.3</w:t>
      </w:r>
      <w:r w:rsidR="005158D6" w:rsidRPr="00271F21">
        <w:t xml:space="preserve"> Obchodních podmínek se mění takto: </w:t>
      </w:r>
    </w:p>
    <w:p w14:paraId="5E5D0127" w14:textId="77777777" w:rsidR="00281F25" w:rsidRDefault="00281F25" w:rsidP="00281F25">
      <w:pPr>
        <w:pStyle w:val="Text1-1"/>
        <w:numPr>
          <w:ilvl w:val="0"/>
          <w:numId w:val="0"/>
        </w:numPr>
        <w:ind w:left="737"/>
      </w:pPr>
      <w:r w:rsidRPr="00271F21">
        <w:t>„Zhotovitel vyhotoví každý daňový doklad</w:t>
      </w:r>
      <w:r w:rsidR="003D6BAD" w:rsidRPr="00271F21">
        <w:t xml:space="preserve"> </w:t>
      </w:r>
      <w:r w:rsidRPr="00271F21">
        <w:t xml:space="preserve">v elektronické podobě. Po dokončení Díla Zhotovitel vyhotoví a </w:t>
      </w:r>
      <w:r w:rsidR="005363B1" w:rsidRPr="00271F21">
        <w:t>zašle</w:t>
      </w:r>
      <w:r w:rsidRPr="00271F21">
        <w:t xml:space="preserve"> Objednateli konečný daňový doklad. Daňové doklady, vč. všech příloh, budou zasílány na e-mailovou adresu pro </w:t>
      </w:r>
      <w:r w:rsidR="003D6BAD" w:rsidRPr="00271F21">
        <w:t xml:space="preserve">zasílání elektronických faktur </w:t>
      </w:r>
      <w:r w:rsidRPr="00271F21">
        <w:t>uvedenou v </w:t>
      </w:r>
      <w:r w:rsidR="003D6BAD" w:rsidRPr="00271F21">
        <w:t>kontaktu</w:t>
      </w:r>
      <w:r w:rsidRPr="00271F21">
        <w:t xml:space="preserve"> objednatele. V případě technických problémů s vyhotovením elektronické podoby daňového dokladu či jeho příloh (např. nečitelnost scanu) bude objednatel akceptovat daňový doklad doručený v listinné podobě.“</w:t>
      </w:r>
    </w:p>
    <w:p w14:paraId="14E4B278" w14:textId="3D1A2469" w:rsidR="007A6B0E" w:rsidRPr="00674149" w:rsidRDefault="00271F21" w:rsidP="00271F21">
      <w:pPr>
        <w:pStyle w:val="Text1-1"/>
      </w:pPr>
      <w:r w:rsidRPr="00271F21">
        <w:t>Neobsazeno</w:t>
      </w:r>
    </w:p>
    <w:p w14:paraId="249F5121" w14:textId="77777777" w:rsidR="006D5FA9" w:rsidRPr="00D40A8A" w:rsidRDefault="00214C3E" w:rsidP="00214C3E">
      <w:pPr>
        <w:pStyle w:val="Text1-1"/>
      </w:pPr>
      <w:r w:rsidRPr="00D40A8A">
        <w:t xml:space="preserve">Bod 13.9 Obchodních podmínek se mění takto: </w:t>
      </w:r>
    </w:p>
    <w:p w14:paraId="60F9ED98" w14:textId="60DC20CD" w:rsidR="006D5FA9" w:rsidRPr="00271F21" w:rsidRDefault="006D5FA9" w:rsidP="006D5FA9">
      <w:pPr>
        <w:pStyle w:val="Text1-1"/>
        <w:numPr>
          <w:ilvl w:val="0"/>
          <w:numId w:val="0"/>
        </w:numPr>
        <w:ind w:left="737"/>
      </w:pPr>
      <w:r w:rsidRPr="00271F21">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3079877" w14:textId="77777777" w:rsidR="001306EA" w:rsidRDefault="00214C3E" w:rsidP="00271F21">
      <w:pPr>
        <w:pStyle w:val="Text1-1"/>
      </w:pPr>
      <w:r>
        <w:t xml:space="preserve">Bod 19.4 Obchodních podmínek se mění takto: </w:t>
      </w:r>
    </w:p>
    <w:p w14:paraId="338C4222" w14:textId="274C5BEE" w:rsidR="00723836" w:rsidRDefault="001306EA" w:rsidP="006E4984">
      <w:pPr>
        <w:pStyle w:val="Text1-1"/>
        <w:numPr>
          <w:ilvl w:val="0"/>
          <w:numId w:val="0"/>
        </w:numPr>
        <w:ind w:left="737"/>
      </w:pPr>
      <w:r>
        <w:t>„</w:t>
      </w:r>
      <w:r w:rsidR="00723836" w:rsidRPr="00271F21">
        <w:t>Zhotovitel poskytuje záruku za jakost na dílo a provedené práce v délce 24 měsíců od předání a převzetí díla. Pokud výrobce dodaného zařízení, technologie nebo jednotlivých dílů uvádí záruční dobu v trvání delším, než je požadovaná lhůta, platí záruční doba uváděná výrobcem.</w:t>
      </w:r>
      <w:r>
        <w:t>“</w:t>
      </w:r>
    </w:p>
    <w:p w14:paraId="4C47D9EC"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8EDCB7C"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t xml:space="preserve"> méně než 10.000,- Kč</w:t>
      </w:r>
    </w:p>
    <w:p w14:paraId="7DB3AF70" w14:textId="6C0D11D1"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t xml:space="preserve"> méně než 20.000,- Kč</w:t>
      </w:r>
    </w:p>
    <w:p w14:paraId="715E518C" w14:textId="1F20EEF4"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t xml:space="preserve">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4D753014" w:rsidR="00214C3E" w:rsidRDefault="00214C3E" w:rsidP="00214C3E">
      <w:pPr>
        <w:pStyle w:val="Text1-1"/>
      </w:pPr>
      <w:r>
        <w:t>V bodě 22.1.1 a 22.1.2 Obchodních podmínek se lhůty upravují na třicet (30) dní.</w:t>
      </w:r>
    </w:p>
    <w:p w14:paraId="4FFBECB1" w14:textId="77777777" w:rsidR="00AE34C1" w:rsidRPr="00AE34C1" w:rsidRDefault="00AE34C1" w:rsidP="00AE34C1">
      <w:pPr>
        <w:pStyle w:val="Text1-1"/>
      </w:pPr>
      <w:r w:rsidRPr="00AE34C1">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EB429A1" w14:textId="77777777" w:rsidR="00AE34C1" w:rsidRPr="00AE34C1" w:rsidRDefault="00AE34C1" w:rsidP="00996CF3">
      <w:pPr>
        <w:pStyle w:val="Odstavec1-1a"/>
        <w:numPr>
          <w:ilvl w:val="0"/>
          <w:numId w:val="19"/>
        </w:numPr>
      </w:pPr>
      <w:r w:rsidRPr="00AE34C1">
        <w:t xml:space="preserve">hodnota provedených prací Zhotovitelem, včetně hodnoty vyhrazeného plnění, v případě dvou a více společníků specifikovaná v Kč dle jednotlivých společníků, </w:t>
      </w:r>
    </w:p>
    <w:p w14:paraId="30ADCB79" w14:textId="77777777"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663AD76" w14:textId="77777777" w:rsidR="00AE34C1" w:rsidRPr="00AE34C1" w:rsidRDefault="00AE34C1" w:rsidP="00AE34C1">
      <w:pPr>
        <w:spacing w:after="120"/>
        <w:ind w:left="737"/>
        <w:jc w:val="both"/>
      </w:pPr>
      <w:r w:rsidRPr="00AE34C1">
        <w:t>Součet hodnot dle výše uvedeného písm.a) a písm.b) se musí rovnat 100% hodnotě veškerých prací provedených v souladu se Smlouvou.</w:t>
      </w:r>
    </w:p>
    <w:p w14:paraId="23C249DB" w14:textId="4481396C"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C84B0AA" w14:textId="02B80CE6" w:rsidR="00AE4254" w:rsidRDefault="00AE4254" w:rsidP="00AE4254">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6B69C6" w14:textId="1097596D" w:rsidR="00D65992" w:rsidRPr="00D65992" w:rsidRDefault="00D65992" w:rsidP="00D65992">
      <w:pPr>
        <w:pStyle w:val="Nadpis1-1"/>
      </w:pPr>
      <w:r w:rsidRPr="00D65992">
        <w:t>Odpovědné zadávání</w:t>
      </w:r>
    </w:p>
    <w:p w14:paraId="0A5E6AC0" w14:textId="79E09CFC"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602B7883" w:rsidR="002B7828" w:rsidRDefault="00236CEB" w:rsidP="00AE34C1">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C6B8B68"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w:t>
      </w:r>
      <w:r w:rsidRPr="00F97DBD">
        <w:lastRenderedPageBreak/>
        <w:t>písemnou formu</w:t>
      </w:r>
      <w:r w:rsidR="00E904F1">
        <w:t xml:space="preserve"> v listinné podobě</w:t>
      </w:r>
      <w:r w:rsidRPr="00F97DBD">
        <w:t>, lze namítnout kdykoliv. Tzn., že mezi smluvními stranami neplatí ust. § 582 odst. 1 první věta a odst. 2 občanského zákoníku.</w:t>
      </w:r>
    </w:p>
    <w:p w14:paraId="34CFDDC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65909F9" w14:textId="77777777" w:rsidR="00AE34C1" w:rsidRDefault="00AE34C1" w:rsidP="00AE34C1">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p>
    <w:p w14:paraId="60E05D3D" w14:textId="77777777" w:rsidR="00AE34C1" w:rsidRPr="009A12BD" w:rsidRDefault="00AE34C1" w:rsidP="00AE34C1">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57B5889" w14:textId="7537A389" w:rsidR="00214C3E" w:rsidRPr="00F97DBD" w:rsidRDefault="00AE34C1" w:rsidP="00AE34C1">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r w:rsidR="00214C3E" w:rsidRPr="00F97DBD">
        <w:t>.</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340DD67E"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B406E">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rsidRPr="00516813">
        <w:lastRenderedPageBreak/>
        <w:t>ani o informace, které nemohou být v registru smluv uveřejněny na základě ustanovení § 3 odst. 1 ZRS.</w:t>
      </w:r>
    </w:p>
    <w:p w14:paraId="275AD5C1"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8EB8EF0" w:rsidR="00214C3E" w:rsidRPr="00F97DBD" w:rsidRDefault="00214C3E" w:rsidP="00236CEB">
            <w:pPr>
              <w:pStyle w:val="Textbezslovn"/>
              <w:jc w:val="left"/>
            </w:pPr>
            <w:r w:rsidRPr="00F97DBD">
              <w:t xml:space="preserve">Obchodní podmínky </w:t>
            </w:r>
            <w:r w:rsidR="00480470">
              <w:t>zhotovení stavby</w:t>
            </w:r>
            <w:r w:rsidRPr="003F301F">
              <w:t xml:space="preserve"> </w:t>
            </w:r>
            <w:r w:rsidR="00C65F2F" w:rsidRPr="003F301F">
              <w:t>OP/R/</w:t>
            </w:r>
            <w:r w:rsidR="00236CEB">
              <w:t>20</w:t>
            </w:r>
            <w:r w:rsidR="00C65F2F" w:rsidRPr="003F301F">
              <w:t>/</w:t>
            </w:r>
            <w:r w:rsidR="00236CEB">
              <w:t>20</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55029B7B" w:rsidR="00214C3E" w:rsidRPr="00F97DBD" w:rsidRDefault="00214C3E" w:rsidP="00271F21">
            <w:pPr>
              <w:pStyle w:val="Textbezslovn"/>
              <w:jc w:val="left"/>
            </w:pPr>
            <w:r w:rsidRPr="00F97DBD">
              <w:t xml:space="preserve">c) Zvláštní technické podmínky </w:t>
            </w:r>
            <w:r w:rsidR="00C72129">
              <w:t xml:space="preserve">ze dne </w:t>
            </w:r>
            <w:r w:rsidR="00271F21">
              <w:t>28. 1. 2021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E262C7"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992B9C">
            <w:pPr>
              <w:pStyle w:val="Textbezodsazen"/>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992B9C">
            <w:pPr>
              <w:tabs>
                <w:tab w:val="left" w:pos="-2694"/>
              </w:tabs>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5637FB">
              <w:rPr>
                <w:sz w:val="18"/>
                <w:highlight w:val="yellow"/>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6E4984">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5E69F96" w:rsidR="00E463D2" w:rsidRPr="006921B1" w:rsidRDefault="00570121" w:rsidP="00E463D2">
      <w:pPr>
        <w:pStyle w:val="Textbezodsazen"/>
      </w:pPr>
      <w:r w:rsidRPr="006921B1">
        <w:t>OP/R/</w:t>
      </w:r>
      <w:r w:rsidR="00236CEB" w:rsidRPr="006921B1">
        <w:t>20</w:t>
      </w:r>
      <w:r w:rsidRPr="006921B1">
        <w:t>/</w:t>
      </w:r>
      <w:r w:rsidR="00236CEB" w:rsidRPr="006921B1">
        <w:t>20</w:t>
      </w:r>
    </w:p>
    <w:p w14:paraId="0742D996" w14:textId="77777777" w:rsidR="006921B1" w:rsidRPr="006921B1" w:rsidRDefault="00CA734E" w:rsidP="00E463D2">
      <w:pPr>
        <w:pStyle w:val="Textbezodsazen"/>
      </w:pPr>
      <w:r w:rsidRPr="006921B1">
        <w:t>Obchodní podmínky zhotovení stavby OP/R/</w:t>
      </w:r>
      <w:r w:rsidR="00236CEB" w:rsidRPr="006921B1">
        <w:t>20</w:t>
      </w:r>
      <w:r w:rsidRPr="006921B1">
        <w:t>/</w:t>
      </w:r>
      <w:r w:rsidR="00236CEB" w:rsidRPr="006921B1">
        <w:t>20</w:t>
      </w:r>
      <w:r w:rsidRPr="006921B1">
        <w:t xml:space="preserve"> byly uveřejněny na profilu zadavatele jako součást zadávací dokumentace. </w:t>
      </w:r>
    </w:p>
    <w:p w14:paraId="25C0059A" w14:textId="16A168A2" w:rsidR="006921B1" w:rsidRDefault="006921B1" w:rsidP="00E463D2">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96CF3">
      <w:pPr>
        <w:pStyle w:val="Odstavec1-1a"/>
        <w:numPr>
          <w:ilvl w:val="0"/>
          <w:numId w:val="16"/>
        </w:numPr>
        <w:rPr>
          <w:b/>
        </w:rPr>
      </w:pPr>
      <w:r w:rsidRPr="00940F66">
        <w:rPr>
          <w:b/>
        </w:rPr>
        <w:t xml:space="preserve">Technické kvalitativní podmínky staveb státních drah (TKP Staveb) </w:t>
      </w:r>
    </w:p>
    <w:p w14:paraId="0D7505F4" w14:textId="73E343AB" w:rsidR="00236CEB" w:rsidRDefault="00236CEB" w:rsidP="00236CEB">
      <w:pPr>
        <w:pStyle w:val="Textbezslovn"/>
        <w:ind w:left="1134"/>
      </w:pPr>
      <w:r>
        <w:t>Technické kvalitativní podmínky staveb státních drah (TKP</w:t>
      </w:r>
      <w:r w:rsidR="00723836">
        <w:t xml:space="preserve"> Staveb</w:t>
      </w:r>
      <w:r>
        <w:t>) nejsou pevně připojeny ke Smlouvě, ale jsou přístupné na http://typdok.tudc.cz; byly taktéž poskytnuty jako součást zadávací dokumentace uveřejněné na profilu zadavatele.</w:t>
      </w:r>
    </w:p>
    <w:p w14:paraId="7FEB8BF1" w14:textId="5D721989" w:rsidR="00940F66" w:rsidRDefault="00236CEB" w:rsidP="00236CEB">
      <w:pPr>
        <w:pStyle w:val="Textbezslovn"/>
        <w:ind w:left="1134"/>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A64A66C" w14:textId="7AFF4F73" w:rsidR="00940F66" w:rsidRDefault="00940F66" w:rsidP="00996CF3">
      <w:pPr>
        <w:pStyle w:val="Odstavec1-1a"/>
        <w:numPr>
          <w:ilvl w:val="0"/>
          <w:numId w:val="14"/>
        </w:numPr>
        <w:rPr>
          <w:b/>
        </w:rPr>
      </w:pPr>
      <w:r>
        <w:rPr>
          <w:b/>
        </w:rPr>
        <w:t>Všeobecné technické podmínky realizace stavby VTP/R/1</w:t>
      </w:r>
      <w:r w:rsidR="00236CEB">
        <w:rPr>
          <w:b/>
        </w:rPr>
        <w:t>4</w:t>
      </w:r>
      <w:r w:rsidR="00AD0E93">
        <w:rPr>
          <w:b/>
        </w:rPr>
        <w:t>/</w:t>
      </w:r>
      <w:r w:rsidR="00236CEB">
        <w:rPr>
          <w:b/>
        </w:rPr>
        <w:t>20</w:t>
      </w:r>
    </w:p>
    <w:p w14:paraId="56DC97B7" w14:textId="77777777" w:rsidR="006921B1" w:rsidRDefault="00940F66" w:rsidP="00236CEB">
      <w:pPr>
        <w:pStyle w:val="Textbezslovn"/>
        <w:ind w:left="1134"/>
      </w:pPr>
      <w:r w:rsidRPr="00236CEB">
        <w:t>Všeobecné technické podmínky realizace stavby VTP/R/</w:t>
      </w:r>
      <w:r w:rsidR="00646CDE" w:rsidRPr="00236CEB">
        <w:t>1</w:t>
      </w:r>
      <w:r w:rsidR="00236CEB" w:rsidRPr="00236CEB">
        <w:t>4</w:t>
      </w:r>
      <w:r w:rsidR="00646CDE" w:rsidRPr="00236CEB">
        <w:t>/</w:t>
      </w:r>
      <w:r w:rsidR="00236CEB" w:rsidRPr="00236CEB">
        <w:t>20</w:t>
      </w:r>
      <w:r w:rsidRPr="00236CEB">
        <w:t xml:space="preserve"> byly uveřejněny na profilu zadavatele jako součást zadávací dokumentace. </w:t>
      </w:r>
    </w:p>
    <w:p w14:paraId="5251391A" w14:textId="6A2CCA85" w:rsidR="00940F66" w:rsidRDefault="006921B1" w:rsidP="00236CEB">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1108794F" w14:textId="19D3DA77" w:rsidR="00271F21" w:rsidRPr="00723836" w:rsidRDefault="00940F66" w:rsidP="00271F21">
      <w:pPr>
        <w:pStyle w:val="Odstavec1-1a"/>
        <w:numPr>
          <w:ilvl w:val="0"/>
          <w:numId w:val="14"/>
        </w:numPr>
        <w:rPr>
          <w:rFonts w:cs="Arial"/>
          <w:lang w:eastAsia="ja-JP"/>
        </w:rPr>
      </w:pPr>
      <w:r>
        <w:rPr>
          <w:b/>
        </w:rPr>
        <w:t>Zvláštní technické podmínky ze dne</w:t>
      </w:r>
      <w:r w:rsidR="00236CEB">
        <w:rPr>
          <w:b/>
        </w:rPr>
        <w:t xml:space="preserve"> </w:t>
      </w:r>
      <w:r w:rsidR="00271F21">
        <w:rPr>
          <w:b/>
        </w:rPr>
        <w:t>28. 1. 2021</w:t>
      </w:r>
    </w:p>
    <w:p w14:paraId="0D227D88" w14:textId="2633F3A8" w:rsidR="00940F66" w:rsidRPr="00723836" w:rsidRDefault="00940F66" w:rsidP="00940F66">
      <w:pPr>
        <w:pStyle w:val="Odstavec1-1a"/>
        <w:numPr>
          <w:ilvl w:val="0"/>
          <w:numId w:val="0"/>
        </w:numPr>
        <w:tabs>
          <w:tab w:val="left" w:pos="708"/>
        </w:tabs>
        <w:ind w:left="1077"/>
        <w:rPr>
          <w:rFonts w:cs="Arial"/>
          <w:lang w:eastAsia="ja-JP"/>
        </w:rPr>
      </w:pPr>
    </w:p>
    <w:p w14:paraId="7F3675DC" w14:textId="77777777" w:rsidR="006C0BB6" w:rsidRDefault="00E463D2" w:rsidP="00F762A8">
      <w:pPr>
        <w:pStyle w:val="Nadpisbezsl1-1"/>
        <w:sectPr w:rsidR="006C0BB6" w:rsidSect="004D09FB">
          <w:headerReference w:type="default" r:id="rId18"/>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221DF875" w14:textId="36D76625" w:rsidR="006C0BB6" w:rsidRPr="00271F21" w:rsidRDefault="00271F21" w:rsidP="00271F21">
      <w:pPr>
        <w:pStyle w:val="Odrka1-2-"/>
        <w:numPr>
          <w:ilvl w:val="0"/>
          <w:numId w:val="0"/>
        </w:numPr>
        <w:sectPr w:rsidR="006C0BB6" w:rsidRPr="00271F21" w:rsidSect="004D09FB">
          <w:pgSz w:w="11906" w:h="16838" w:code="9"/>
          <w:pgMar w:top="1049" w:right="1134" w:bottom="1474" w:left="1418" w:header="595" w:footer="624" w:gutter="652"/>
          <w:pgNumType w:start="1"/>
          <w:cols w:space="708"/>
          <w:docGrid w:linePitch="360"/>
        </w:sectPr>
      </w:pPr>
      <w:r w:rsidRPr="00271F21">
        <w:t>Neobsazeno</w:t>
      </w: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5A4484C4" w14:textId="783D71F7" w:rsidR="006C0BB6" w:rsidRPr="006921B1" w:rsidRDefault="006921B1" w:rsidP="006921B1">
      <w:pPr>
        <w:tabs>
          <w:tab w:val="left" w:pos="795"/>
        </w:tabs>
        <w:sectPr w:rsidR="006C0BB6" w:rsidRPr="006921B1" w:rsidSect="008F58C3">
          <w:footerReference w:type="first" r:id="rId19"/>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C9333E"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C9333E" w:rsidRDefault="00ED29F1" w:rsidP="000708ED">
            <w:pPr>
              <w:pStyle w:val="Tabulka"/>
              <w:rPr>
                <w:rStyle w:val="Nadpisvtabulce"/>
                <w:b w:val="0"/>
              </w:rPr>
            </w:pPr>
            <w:r w:rsidRPr="00C9333E">
              <w:rPr>
                <w:rStyle w:val="Nadpisvtabulce"/>
                <w:b w:val="0"/>
              </w:rPr>
              <w:t>Jméno a příjmení</w:t>
            </w:r>
          </w:p>
        </w:tc>
        <w:tc>
          <w:tcPr>
            <w:tcW w:w="5812" w:type="dxa"/>
          </w:tcPr>
          <w:p w14:paraId="08984B20" w14:textId="02607C9D" w:rsidR="00ED29F1" w:rsidRPr="00C9333E" w:rsidRDefault="00271F21" w:rsidP="00FD14D5">
            <w:pPr>
              <w:pStyle w:val="Tabulka"/>
              <w:cnfStyle w:val="100000000000" w:firstRow="1" w:lastRow="0" w:firstColumn="0" w:lastColumn="0" w:oddVBand="0" w:evenVBand="0" w:oddHBand="0" w:evenHBand="0" w:firstRowFirstColumn="0" w:firstRowLastColumn="0" w:lastRowFirstColumn="0" w:lastRowLastColumn="0"/>
              <w:rPr>
                <w:sz w:val="18"/>
              </w:rPr>
            </w:pPr>
            <w:r w:rsidRPr="00C9333E">
              <w:rPr>
                <w:sz w:val="18"/>
              </w:rPr>
              <w:t>Ing. Lukáš Lejsek</w:t>
            </w:r>
          </w:p>
        </w:tc>
      </w:tr>
      <w:tr w:rsidR="00FD14D5" w:rsidRPr="00C9333E"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FD14D5" w:rsidRPr="00C9333E" w:rsidRDefault="00FD14D5" w:rsidP="00FD14D5">
            <w:pPr>
              <w:pStyle w:val="Tabulka"/>
              <w:rPr>
                <w:sz w:val="18"/>
              </w:rPr>
            </w:pPr>
            <w:r w:rsidRPr="00C9333E">
              <w:rPr>
                <w:sz w:val="18"/>
              </w:rPr>
              <w:t>Adresa</w:t>
            </w:r>
          </w:p>
        </w:tc>
        <w:tc>
          <w:tcPr>
            <w:tcW w:w="5812" w:type="dxa"/>
          </w:tcPr>
          <w:p w14:paraId="6BFE6435" w14:textId="22939987" w:rsidR="00FD14D5" w:rsidRPr="00C9333E" w:rsidRDefault="00271F21" w:rsidP="00FD14D5">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Riegrovo nám. 1660, Hradec Králové, 500 02</w:t>
            </w:r>
          </w:p>
        </w:tc>
      </w:tr>
      <w:tr w:rsidR="00FD14D5" w:rsidRPr="00C9333E" w14:paraId="47935B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FD14D5" w:rsidRPr="00C9333E" w:rsidRDefault="00FD14D5" w:rsidP="00FD14D5">
            <w:pPr>
              <w:pStyle w:val="Tabulka"/>
              <w:rPr>
                <w:sz w:val="18"/>
              </w:rPr>
            </w:pPr>
            <w:r w:rsidRPr="00C9333E">
              <w:rPr>
                <w:sz w:val="18"/>
              </w:rPr>
              <w:t>E-mail</w:t>
            </w:r>
          </w:p>
        </w:tc>
        <w:tc>
          <w:tcPr>
            <w:tcW w:w="5812" w:type="dxa"/>
          </w:tcPr>
          <w:p w14:paraId="146A2829" w14:textId="0394DC4B" w:rsidR="00FD14D5" w:rsidRPr="00C9333E" w:rsidRDefault="00C9333E" w:rsidP="00FD14D5">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Lejsek@spravazeleznic.cz</w:t>
            </w:r>
          </w:p>
        </w:tc>
      </w:tr>
      <w:tr w:rsidR="00FD14D5" w:rsidRPr="00C9333E"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FD14D5" w:rsidRPr="00C9333E" w:rsidRDefault="00FD14D5" w:rsidP="00FD14D5">
            <w:pPr>
              <w:pStyle w:val="Tabulka"/>
              <w:rPr>
                <w:sz w:val="18"/>
              </w:rPr>
            </w:pPr>
            <w:r w:rsidRPr="00C9333E">
              <w:rPr>
                <w:sz w:val="18"/>
              </w:rPr>
              <w:t>Telefon</w:t>
            </w:r>
          </w:p>
        </w:tc>
        <w:tc>
          <w:tcPr>
            <w:tcW w:w="5812" w:type="dxa"/>
          </w:tcPr>
          <w:p w14:paraId="6384B53E" w14:textId="670E889E" w:rsidR="00FD14D5" w:rsidRPr="00C9333E" w:rsidRDefault="00C9333E" w:rsidP="00FD14D5">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725 988 992</w:t>
            </w:r>
          </w:p>
        </w:tc>
      </w:tr>
    </w:tbl>
    <w:p w14:paraId="63DAEC3F" w14:textId="77777777" w:rsidR="00ED29F1" w:rsidRPr="00C9333E" w:rsidRDefault="00ED29F1" w:rsidP="00ED29F1">
      <w:pPr>
        <w:pStyle w:val="Textbezodsazen"/>
      </w:pPr>
    </w:p>
    <w:p w14:paraId="60A626CB" w14:textId="77777777" w:rsidR="00ED29F1" w:rsidRPr="00C9333E" w:rsidRDefault="00ED29F1" w:rsidP="00ED29F1">
      <w:pPr>
        <w:pStyle w:val="Nadpistabulky"/>
        <w:rPr>
          <w:rFonts w:asciiTheme="minorHAnsi" w:hAnsiTheme="minorHAnsi"/>
          <w:sz w:val="18"/>
          <w:szCs w:val="18"/>
        </w:rPr>
      </w:pPr>
      <w:r w:rsidRPr="00C9333E">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C9333E" w:rsidRPr="00C9333E"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C9333E" w:rsidRPr="00C9333E" w:rsidRDefault="00C9333E" w:rsidP="00C9333E">
            <w:pPr>
              <w:pStyle w:val="Tabulka"/>
              <w:rPr>
                <w:rStyle w:val="Nadpisvtabulce"/>
                <w:b w:val="0"/>
              </w:rPr>
            </w:pPr>
            <w:r w:rsidRPr="00C9333E">
              <w:rPr>
                <w:rStyle w:val="Nadpisvtabulce"/>
                <w:b w:val="0"/>
              </w:rPr>
              <w:t>Jméno a příjmení</w:t>
            </w:r>
          </w:p>
        </w:tc>
        <w:tc>
          <w:tcPr>
            <w:tcW w:w="5812" w:type="dxa"/>
          </w:tcPr>
          <w:p w14:paraId="4FA6301E" w14:textId="7FAF6342" w:rsidR="00C9333E" w:rsidRPr="00C9333E" w:rsidRDefault="00C9333E" w:rsidP="00C9333E">
            <w:pPr>
              <w:pStyle w:val="Tabulka"/>
              <w:cnfStyle w:val="100000000000" w:firstRow="1" w:lastRow="0" w:firstColumn="0" w:lastColumn="0" w:oddVBand="0" w:evenVBand="0" w:oddHBand="0" w:evenHBand="0" w:firstRowFirstColumn="0" w:firstRowLastColumn="0" w:lastRowFirstColumn="0" w:lastRowLastColumn="0"/>
              <w:rPr>
                <w:sz w:val="18"/>
              </w:rPr>
            </w:pPr>
            <w:r w:rsidRPr="00C9333E">
              <w:rPr>
                <w:sz w:val="18"/>
              </w:rPr>
              <w:t>Ing. Lukáš Lejsek</w:t>
            </w:r>
          </w:p>
        </w:tc>
      </w:tr>
      <w:tr w:rsidR="00C9333E" w:rsidRPr="00C9333E"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C9333E" w:rsidRPr="00C9333E" w:rsidRDefault="00C9333E" w:rsidP="00C9333E">
            <w:pPr>
              <w:pStyle w:val="Tabulka"/>
              <w:rPr>
                <w:sz w:val="18"/>
              </w:rPr>
            </w:pPr>
            <w:r w:rsidRPr="00C9333E">
              <w:rPr>
                <w:sz w:val="18"/>
              </w:rPr>
              <w:t>Adresa</w:t>
            </w:r>
          </w:p>
        </w:tc>
        <w:tc>
          <w:tcPr>
            <w:tcW w:w="5812" w:type="dxa"/>
          </w:tcPr>
          <w:p w14:paraId="1B64A329" w14:textId="74136DEB" w:rsidR="00C9333E" w:rsidRPr="00C9333E"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Riegrovo nám. 1660, Hradec Králové, 500 02</w:t>
            </w:r>
          </w:p>
        </w:tc>
      </w:tr>
      <w:tr w:rsidR="00C9333E" w:rsidRPr="00C9333E"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C9333E" w:rsidRPr="00C9333E" w:rsidRDefault="00C9333E" w:rsidP="00C9333E">
            <w:pPr>
              <w:pStyle w:val="Tabulka"/>
              <w:rPr>
                <w:sz w:val="18"/>
              </w:rPr>
            </w:pPr>
            <w:r w:rsidRPr="00C9333E">
              <w:rPr>
                <w:sz w:val="18"/>
              </w:rPr>
              <w:t>E-mail</w:t>
            </w:r>
          </w:p>
        </w:tc>
        <w:tc>
          <w:tcPr>
            <w:tcW w:w="5812" w:type="dxa"/>
          </w:tcPr>
          <w:p w14:paraId="641C20DF" w14:textId="6F59E24A" w:rsidR="00C9333E" w:rsidRPr="00C9333E"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Lejsek@spravazeleznic.cz</w:t>
            </w:r>
          </w:p>
        </w:tc>
      </w:tr>
      <w:tr w:rsidR="00C9333E" w:rsidRPr="00C9333E"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C9333E" w:rsidRPr="00C9333E" w:rsidRDefault="00C9333E" w:rsidP="00C9333E">
            <w:pPr>
              <w:pStyle w:val="Tabulka"/>
              <w:rPr>
                <w:sz w:val="18"/>
              </w:rPr>
            </w:pPr>
            <w:r w:rsidRPr="00C9333E">
              <w:rPr>
                <w:sz w:val="18"/>
              </w:rPr>
              <w:t>Telefon</w:t>
            </w:r>
          </w:p>
        </w:tc>
        <w:tc>
          <w:tcPr>
            <w:tcW w:w="5812" w:type="dxa"/>
          </w:tcPr>
          <w:p w14:paraId="7550EE05" w14:textId="6D480F14" w:rsidR="00C9333E" w:rsidRPr="00C9333E"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725 988 992</w:t>
            </w:r>
          </w:p>
        </w:tc>
      </w:tr>
    </w:tbl>
    <w:p w14:paraId="5E7D9D76" w14:textId="77777777" w:rsidR="00AF2182" w:rsidRDefault="00AF2182" w:rsidP="00AF2182">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C9333E"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C9333E" w:rsidRDefault="00C9333E" w:rsidP="00C9333E">
            <w:pPr>
              <w:pStyle w:val="Tabulka"/>
              <w:rPr>
                <w:rStyle w:val="Nadpisvtabulce"/>
                <w:b w:val="0"/>
              </w:rPr>
            </w:pPr>
            <w:r>
              <w:rPr>
                <w:rStyle w:val="Nadpisvtabulce"/>
              </w:rPr>
              <w:t>Jméno a příjmení</w:t>
            </w:r>
          </w:p>
        </w:tc>
        <w:tc>
          <w:tcPr>
            <w:tcW w:w="5812" w:type="dxa"/>
            <w:hideMark/>
          </w:tcPr>
          <w:p w14:paraId="700C1046" w14:textId="1A68DABB" w:rsidR="00C9333E" w:rsidRPr="00C9333E" w:rsidRDefault="00C9333E" w:rsidP="00C9333E">
            <w:pPr>
              <w:pStyle w:val="Tabulka"/>
              <w:cnfStyle w:val="100000000000" w:firstRow="1" w:lastRow="0" w:firstColumn="0" w:lastColumn="0" w:oddVBand="0" w:evenVBand="0" w:oddHBand="0" w:evenHBand="0" w:firstRowFirstColumn="0" w:firstRowLastColumn="0" w:lastRowFirstColumn="0" w:lastRowLastColumn="0"/>
              <w:rPr>
                <w:sz w:val="18"/>
              </w:rPr>
            </w:pPr>
            <w:r w:rsidRPr="00C9333E">
              <w:rPr>
                <w:sz w:val="18"/>
              </w:rPr>
              <w:t>Ing. Lukáš Lejsek</w:t>
            </w:r>
          </w:p>
        </w:tc>
      </w:tr>
      <w:tr w:rsidR="00C9333E"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C9333E" w:rsidRDefault="00C9333E" w:rsidP="00C9333E">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A2C962C" w14:textId="523DCED0" w:rsidR="00C9333E" w:rsidRPr="00C9333E"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Riegrovo nám. 1660, Hradec Králové, 500 02</w:t>
            </w:r>
          </w:p>
        </w:tc>
      </w:tr>
      <w:tr w:rsidR="00C9333E"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C9333E" w:rsidRDefault="00C9333E" w:rsidP="00C9333E">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68D68BB1" w:rsidR="00C9333E" w:rsidRPr="00C9333E"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Lejsek@spravazeleznic.cz</w:t>
            </w:r>
          </w:p>
        </w:tc>
      </w:tr>
      <w:tr w:rsidR="00C9333E"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C9333E" w:rsidRDefault="00C9333E" w:rsidP="00C9333E">
            <w:pPr>
              <w:pStyle w:val="Tabulka"/>
            </w:pPr>
            <w:r>
              <w:rPr>
                <w:sz w:val="18"/>
              </w:rPr>
              <w:t>Telefon</w:t>
            </w:r>
          </w:p>
        </w:tc>
        <w:tc>
          <w:tcPr>
            <w:tcW w:w="5812" w:type="dxa"/>
            <w:tcBorders>
              <w:top w:val="single" w:sz="2" w:space="0" w:color="auto"/>
              <w:left w:val="single" w:sz="2" w:space="0" w:color="auto"/>
              <w:bottom w:val="nil"/>
              <w:right w:val="nil"/>
            </w:tcBorders>
            <w:hideMark/>
          </w:tcPr>
          <w:p w14:paraId="10E464CE" w14:textId="3CA0A382" w:rsidR="00C9333E" w:rsidRPr="00C9333E"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C9333E">
              <w:rPr>
                <w:sz w:val="18"/>
              </w:rPr>
              <w:t>725 988 992</w:t>
            </w:r>
          </w:p>
        </w:tc>
      </w:tr>
    </w:tbl>
    <w:p w14:paraId="6F211856" w14:textId="77777777" w:rsidR="00ED29F1" w:rsidRPr="00F95FBD" w:rsidRDefault="00ED29F1" w:rsidP="00ED29F1">
      <w:pPr>
        <w:pStyle w:val="Textbezodsazen"/>
      </w:pPr>
    </w:p>
    <w:p w14:paraId="01CCB70C" w14:textId="00776E80" w:rsidR="003B6161" w:rsidRDefault="003B6161" w:rsidP="00502690">
      <w:pPr>
        <w:pStyle w:val="Textbezodsazen"/>
        <w:rPr>
          <w:b/>
        </w:rPr>
      </w:pPr>
    </w:p>
    <w:p w14:paraId="00D6DE46" w14:textId="4E19D8A1" w:rsidR="00C9333E" w:rsidRDefault="00C9333E" w:rsidP="00502690">
      <w:pPr>
        <w:pStyle w:val="Textbezodsazen"/>
        <w:rPr>
          <w:b/>
        </w:rPr>
      </w:pPr>
    </w:p>
    <w:p w14:paraId="50987C7A" w14:textId="77777777" w:rsidR="00C9333E" w:rsidRDefault="00C9333E" w:rsidP="00502690">
      <w:pPr>
        <w:pStyle w:val="Textbezodsazen"/>
        <w:rPr>
          <w:b/>
        </w:rPr>
      </w:pPr>
    </w:p>
    <w:p w14:paraId="2596F238" w14:textId="77777777" w:rsidR="00ED29F1" w:rsidRDefault="00ED29F1" w:rsidP="00502690">
      <w:pPr>
        <w:pStyle w:val="Textbezodsazen"/>
        <w:rPr>
          <w:b/>
        </w:rPr>
      </w:pPr>
      <w:r>
        <w:rPr>
          <w:b/>
        </w:rPr>
        <w:lastRenderedPageBreak/>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9333E" w:rsidRPr="00FD14D5"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C9333E" w:rsidRPr="00FD14D5" w:rsidRDefault="00C9333E" w:rsidP="00C9333E">
            <w:pPr>
              <w:pStyle w:val="Tabulka"/>
              <w:rPr>
                <w:rStyle w:val="Nadpisvtabulce"/>
              </w:rPr>
            </w:pPr>
            <w:r w:rsidRPr="00FD14D5">
              <w:rPr>
                <w:rStyle w:val="Nadpisvtabulce"/>
              </w:rPr>
              <w:t>Jméno a příjmení</w:t>
            </w:r>
          </w:p>
        </w:tc>
        <w:tc>
          <w:tcPr>
            <w:tcW w:w="5812" w:type="dxa"/>
          </w:tcPr>
          <w:p w14:paraId="54A3C2C2" w14:textId="09669D83" w:rsidR="00C9333E" w:rsidRPr="00FD14D5" w:rsidRDefault="00C9333E" w:rsidP="00C9333E">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bookmarkStart w:id="12" w:name="Text11"/>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bookmarkEnd w:id="12"/>
          </w:p>
        </w:tc>
      </w:tr>
      <w:tr w:rsidR="00C9333E" w:rsidRPr="00FD14D5"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C9333E" w:rsidRPr="00FD14D5" w:rsidRDefault="00C9333E" w:rsidP="00C9333E">
            <w:pPr>
              <w:pStyle w:val="Tabulka"/>
              <w:rPr>
                <w:sz w:val="18"/>
              </w:rPr>
            </w:pPr>
            <w:r w:rsidRPr="00FD14D5">
              <w:rPr>
                <w:sz w:val="18"/>
              </w:rPr>
              <w:t>Adresa</w:t>
            </w:r>
          </w:p>
        </w:tc>
        <w:tc>
          <w:tcPr>
            <w:tcW w:w="5812" w:type="dxa"/>
          </w:tcPr>
          <w:p w14:paraId="051D5BAB" w14:textId="083FCB5A"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C9333E" w:rsidRPr="00FD14D5"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C9333E" w:rsidRPr="00FD14D5" w:rsidRDefault="00C9333E" w:rsidP="00C9333E">
            <w:pPr>
              <w:pStyle w:val="Tabulka"/>
              <w:rPr>
                <w:sz w:val="18"/>
              </w:rPr>
            </w:pPr>
            <w:r w:rsidRPr="00FD14D5">
              <w:rPr>
                <w:sz w:val="18"/>
              </w:rPr>
              <w:t>E-mail</w:t>
            </w:r>
          </w:p>
        </w:tc>
        <w:tc>
          <w:tcPr>
            <w:tcW w:w="5812" w:type="dxa"/>
          </w:tcPr>
          <w:p w14:paraId="238763E4" w14:textId="5FEE2E2C"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C9333E" w:rsidRPr="00FD14D5"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C9333E" w:rsidRPr="00FD14D5" w:rsidRDefault="00C9333E" w:rsidP="00C9333E">
            <w:pPr>
              <w:pStyle w:val="Tabulka"/>
              <w:rPr>
                <w:sz w:val="18"/>
              </w:rPr>
            </w:pPr>
            <w:r w:rsidRPr="00FD14D5">
              <w:rPr>
                <w:sz w:val="18"/>
              </w:rPr>
              <w:t>Telefon</w:t>
            </w:r>
          </w:p>
        </w:tc>
        <w:tc>
          <w:tcPr>
            <w:tcW w:w="5812" w:type="dxa"/>
          </w:tcPr>
          <w:p w14:paraId="064C6789" w14:textId="4FBB5E2B"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17D8B1BA" w14:textId="77777777" w:rsidR="002038D5" w:rsidRPr="00FD14D5" w:rsidRDefault="002038D5" w:rsidP="00502690">
      <w:pPr>
        <w:pStyle w:val="Textbezodsazen"/>
      </w:pPr>
    </w:p>
    <w:p w14:paraId="6F26DE52" w14:textId="77777777" w:rsidR="002038D5" w:rsidRPr="00FD14D5" w:rsidRDefault="002038D5" w:rsidP="002038D5">
      <w:pPr>
        <w:pStyle w:val="Nadpistabulky"/>
        <w:rPr>
          <w:rFonts w:asciiTheme="minorHAnsi" w:hAnsiTheme="minorHAnsi"/>
          <w:sz w:val="18"/>
          <w:szCs w:val="18"/>
        </w:rPr>
      </w:pPr>
      <w:r w:rsidRPr="00FD14D5">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9333E" w:rsidRPr="00FD14D5"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C9333E" w:rsidRPr="00FD14D5" w:rsidRDefault="00C9333E" w:rsidP="00C9333E">
            <w:pPr>
              <w:pStyle w:val="Tabulka"/>
              <w:rPr>
                <w:rStyle w:val="Nadpisvtabulce"/>
                <w:b w:val="0"/>
              </w:rPr>
            </w:pPr>
            <w:r w:rsidRPr="00FD14D5">
              <w:rPr>
                <w:rStyle w:val="Nadpisvtabulce"/>
                <w:b w:val="0"/>
              </w:rPr>
              <w:t>Jméno a příjmení</w:t>
            </w:r>
          </w:p>
        </w:tc>
        <w:tc>
          <w:tcPr>
            <w:tcW w:w="5812" w:type="dxa"/>
          </w:tcPr>
          <w:p w14:paraId="4B63CEE3" w14:textId="1D6AB269" w:rsidR="00C9333E" w:rsidRPr="00FD14D5" w:rsidRDefault="00C9333E" w:rsidP="00C9333E">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C9333E" w:rsidRPr="00FD14D5"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C9333E" w:rsidRPr="00FD14D5" w:rsidRDefault="00C9333E" w:rsidP="00C9333E">
            <w:pPr>
              <w:pStyle w:val="Tabulka"/>
              <w:rPr>
                <w:sz w:val="18"/>
              </w:rPr>
            </w:pPr>
            <w:r w:rsidRPr="00FD14D5">
              <w:rPr>
                <w:sz w:val="18"/>
              </w:rPr>
              <w:t>Adresa</w:t>
            </w:r>
          </w:p>
        </w:tc>
        <w:tc>
          <w:tcPr>
            <w:tcW w:w="5812" w:type="dxa"/>
          </w:tcPr>
          <w:p w14:paraId="27267D78" w14:textId="58FA7C3E"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C9333E" w:rsidRPr="00FD14D5"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C9333E" w:rsidRPr="00FD14D5" w:rsidRDefault="00C9333E" w:rsidP="00C9333E">
            <w:pPr>
              <w:pStyle w:val="Tabulka"/>
              <w:rPr>
                <w:sz w:val="18"/>
              </w:rPr>
            </w:pPr>
            <w:r w:rsidRPr="00FD14D5">
              <w:rPr>
                <w:sz w:val="18"/>
              </w:rPr>
              <w:t>E-mail</w:t>
            </w:r>
          </w:p>
        </w:tc>
        <w:tc>
          <w:tcPr>
            <w:tcW w:w="5812" w:type="dxa"/>
          </w:tcPr>
          <w:p w14:paraId="472922ED" w14:textId="0C8990DF"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C9333E" w:rsidRPr="00FD14D5"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C9333E" w:rsidRPr="00FD14D5" w:rsidRDefault="00C9333E" w:rsidP="00C9333E">
            <w:pPr>
              <w:pStyle w:val="Tabulka"/>
              <w:rPr>
                <w:sz w:val="18"/>
              </w:rPr>
            </w:pPr>
            <w:r w:rsidRPr="00FD14D5">
              <w:rPr>
                <w:sz w:val="18"/>
              </w:rPr>
              <w:t>Telefon</w:t>
            </w:r>
          </w:p>
        </w:tc>
        <w:tc>
          <w:tcPr>
            <w:tcW w:w="5812" w:type="dxa"/>
          </w:tcPr>
          <w:p w14:paraId="7FDFD93D" w14:textId="2A2DC884"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49693981" w14:textId="77777777" w:rsidR="002038D5" w:rsidRPr="00FD14D5" w:rsidRDefault="002038D5" w:rsidP="002038D5">
      <w:pPr>
        <w:pStyle w:val="Textbezodsazen"/>
      </w:pPr>
    </w:p>
    <w:p w14:paraId="64CFE786" w14:textId="77777777" w:rsidR="002038D5" w:rsidRPr="00FD14D5" w:rsidRDefault="002038D5" w:rsidP="002038D5">
      <w:pPr>
        <w:pStyle w:val="Nadpistabulky"/>
        <w:rPr>
          <w:rFonts w:asciiTheme="minorHAnsi" w:hAnsiTheme="minorHAnsi"/>
          <w:sz w:val="18"/>
          <w:szCs w:val="18"/>
        </w:rPr>
      </w:pPr>
      <w:r w:rsidRPr="00FD14D5">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9333E" w:rsidRPr="00FD14D5"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C9333E" w:rsidRPr="00FD14D5" w:rsidRDefault="00C9333E" w:rsidP="00C9333E">
            <w:pPr>
              <w:pStyle w:val="Tabulka"/>
              <w:rPr>
                <w:rStyle w:val="Nadpisvtabulce"/>
              </w:rPr>
            </w:pPr>
            <w:r w:rsidRPr="00FD14D5">
              <w:rPr>
                <w:rStyle w:val="Nadpisvtabulce"/>
              </w:rPr>
              <w:t>Jméno a příjmení</w:t>
            </w:r>
          </w:p>
        </w:tc>
        <w:tc>
          <w:tcPr>
            <w:tcW w:w="5812" w:type="dxa"/>
          </w:tcPr>
          <w:p w14:paraId="577D51A0" w14:textId="3558DBC8" w:rsidR="00C9333E" w:rsidRPr="00FD14D5" w:rsidRDefault="00C9333E" w:rsidP="00C9333E">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C9333E" w:rsidRPr="00FD14D5"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C9333E" w:rsidRPr="00FD14D5" w:rsidRDefault="00C9333E" w:rsidP="00C9333E">
            <w:pPr>
              <w:pStyle w:val="Tabulka"/>
              <w:rPr>
                <w:sz w:val="18"/>
              </w:rPr>
            </w:pPr>
            <w:r w:rsidRPr="00FD14D5">
              <w:rPr>
                <w:sz w:val="18"/>
              </w:rPr>
              <w:t>Adresa</w:t>
            </w:r>
          </w:p>
        </w:tc>
        <w:tc>
          <w:tcPr>
            <w:tcW w:w="5812" w:type="dxa"/>
          </w:tcPr>
          <w:p w14:paraId="41C14706" w14:textId="3489CB1D"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C9333E" w:rsidRPr="00FD14D5"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C9333E" w:rsidRPr="00FD14D5" w:rsidRDefault="00C9333E" w:rsidP="00C9333E">
            <w:pPr>
              <w:pStyle w:val="Tabulka"/>
              <w:rPr>
                <w:sz w:val="18"/>
              </w:rPr>
            </w:pPr>
            <w:r w:rsidRPr="00FD14D5">
              <w:rPr>
                <w:sz w:val="18"/>
              </w:rPr>
              <w:t>E-mail</w:t>
            </w:r>
          </w:p>
        </w:tc>
        <w:tc>
          <w:tcPr>
            <w:tcW w:w="5812" w:type="dxa"/>
          </w:tcPr>
          <w:p w14:paraId="139740BA" w14:textId="6CFE2B3E"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C9333E" w:rsidRPr="00FD14D5"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C9333E" w:rsidRPr="00FD14D5" w:rsidRDefault="00C9333E" w:rsidP="00C9333E">
            <w:pPr>
              <w:pStyle w:val="Tabulka"/>
              <w:rPr>
                <w:sz w:val="18"/>
              </w:rPr>
            </w:pPr>
            <w:r w:rsidRPr="00FD14D5">
              <w:rPr>
                <w:sz w:val="18"/>
              </w:rPr>
              <w:t>Telefon</w:t>
            </w:r>
          </w:p>
        </w:tc>
        <w:tc>
          <w:tcPr>
            <w:tcW w:w="5812" w:type="dxa"/>
          </w:tcPr>
          <w:p w14:paraId="02A74BDC" w14:textId="0FCE736C" w:rsidR="00C9333E" w:rsidRPr="00FD14D5" w:rsidRDefault="00C9333E" w:rsidP="00C9333E">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36046EAF" w:rsidR="002C7A28" w:rsidRPr="002C7A28" w:rsidRDefault="004E19AA" w:rsidP="00C9333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9333E" w:rsidRPr="00C9333E">
              <w:rPr>
                <w:rFonts w:eastAsia="Times New Roman" w:cs="Calibri"/>
                <w:color w:val="000000"/>
                <w:sz w:val="18"/>
                <w:lang w:eastAsia="cs-CZ"/>
              </w:rPr>
              <w:t>3</w:t>
            </w:r>
            <w:r w:rsidR="002C7A28" w:rsidRPr="000B16A1">
              <w:rPr>
                <w:rFonts w:eastAsia="Times New Roman" w:cs="Calibri"/>
                <w:color w:val="000000"/>
                <w:sz w:val="18"/>
                <w:lang w:eastAsia="cs-CZ"/>
              </w:rPr>
              <w:t xml:space="preserve"> mil. Kč</w:t>
            </w:r>
            <w:r w:rsidR="002C7A28" w:rsidRPr="000B16A1">
              <w:rPr>
                <w:rFonts w:eastAsia="Times New Roman" w:cs="Calibri"/>
                <w:sz w:val="18"/>
                <w:lang w:eastAsia="cs-CZ"/>
              </w:rPr>
              <w:t xml:space="preserve"> na jednu pojistnou událost a </w:t>
            </w:r>
            <w:r w:rsidR="00C9333E" w:rsidRPr="00C9333E">
              <w:rPr>
                <w:rFonts w:eastAsia="Times New Roman" w:cs="Calibri"/>
                <w:color w:val="000000"/>
                <w:sz w:val="18"/>
                <w:lang w:eastAsia="cs-CZ"/>
              </w:rPr>
              <w:t>3</w:t>
            </w:r>
            <w:r w:rsidR="002C7A28" w:rsidRPr="000B16A1">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CF530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54F3A772" w:rsidR="00CF530D" w:rsidRPr="00F95FBD" w:rsidRDefault="00CF530D" w:rsidP="00CF530D">
            <w:pPr>
              <w:pStyle w:val="Tabulka"/>
              <w:rPr>
                <w:sz w:val="18"/>
              </w:rPr>
            </w:pPr>
            <w:r w:rsidRPr="00A44B98">
              <w:rPr>
                <w:highlight w:val="yellow"/>
              </w:rPr>
              <w:fldChar w:fldCharType="begin">
                <w:ffData>
                  <w:name w:val="Text13"/>
                  <w:enabled/>
                  <w:calcOnExit w:val="0"/>
                  <w:textInput>
                    <w:default w:val="&quot;[VLOŽÍ ZHOTOVITEL]&quot;"/>
                  </w:textInput>
                </w:ffData>
              </w:fldChar>
            </w:r>
            <w:bookmarkStart w:id="13" w:name="Text13"/>
            <w:r w:rsidRPr="00A44B98">
              <w:rPr>
                <w:sz w:val="18"/>
                <w:highlight w:val="yellow"/>
              </w:rPr>
              <w:instrText xml:space="preserve"> FORMTEXT </w:instrText>
            </w:r>
            <w:r w:rsidRPr="00A44B98">
              <w:rPr>
                <w:highlight w:val="yellow"/>
              </w:rPr>
            </w:r>
            <w:r w:rsidRPr="00A44B98">
              <w:rPr>
                <w:highlight w:val="yellow"/>
              </w:rPr>
              <w:fldChar w:fldCharType="separate"/>
            </w:r>
            <w:r w:rsidRPr="00A44B98">
              <w:rPr>
                <w:noProof/>
                <w:sz w:val="18"/>
                <w:highlight w:val="yellow"/>
              </w:rPr>
              <w:t>"[VLOŽÍ ZHOTOVITEL]"</w:t>
            </w:r>
            <w:r w:rsidRPr="00A44B98">
              <w:rPr>
                <w:highlight w:val="yellow"/>
              </w:rPr>
              <w:fldChar w:fldCharType="end"/>
            </w:r>
            <w:bookmarkEnd w:id="13"/>
          </w:p>
        </w:tc>
        <w:tc>
          <w:tcPr>
            <w:tcW w:w="3129" w:type="dxa"/>
          </w:tcPr>
          <w:p w14:paraId="71DA9B5E" w14:textId="3F0B450D" w:rsidR="00CF530D" w:rsidRPr="00F95FBD" w:rsidRDefault="00CF530D" w:rsidP="00CF530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2B2F88">
              <w:rPr>
                <w:highlight w:val="yellow"/>
              </w:rPr>
              <w:fldChar w:fldCharType="begin">
                <w:ffData>
                  <w:name w:val="Text13"/>
                  <w:enabled/>
                  <w:calcOnExit w:val="0"/>
                  <w:textInput>
                    <w:default w:val="&quot;[VLOŽÍ ZHOTOVITEL]&quot;"/>
                  </w:textInput>
                </w:ffData>
              </w:fldChar>
            </w:r>
            <w:r w:rsidRPr="002B2F88">
              <w:rPr>
                <w:sz w:val="18"/>
                <w:highlight w:val="yellow"/>
              </w:rPr>
              <w:instrText xml:space="preserve"> FORMTEXT </w:instrText>
            </w:r>
            <w:r w:rsidRPr="002B2F88">
              <w:rPr>
                <w:highlight w:val="yellow"/>
              </w:rPr>
            </w:r>
            <w:r w:rsidRPr="002B2F88">
              <w:rPr>
                <w:highlight w:val="yellow"/>
              </w:rPr>
              <w:fldChar w:fldCharType="separate"/>
            </w:r>
            <w:r w:rsidRPr="002B2F88">
              <w:rPr>
                <w:noProof/>
                <w:sz w:val="18"/>
                <w:highlight w:val="yellow"/>
              </w:rPr>
              <w:t>"[VLOŽÍ ZHOTOVITEL]"</w:t>
            </w:r>
            <w:r w:rsidRPr="002B2F88">
              <w:rPr>
                <w:highlight w:val="yellow"/>
              </w:rPr>
              <w:fldChar w:fldCharType="end"/>
            </w:r>
          </w:p>
        </w:tc>
        <w:tc>
          <w:tcPr>
            <w:tcW w:w="2957" w:type="dxa"/>
          </w:tcPr>
          <w:p w14:paraId="6A875277" w14:textId="6FFEDEB0" w:rsidR="00CF530D" w:rsidRPr="00F95FBD" w:rsidRDefault="00CF530D" w:rsidP="00CF530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2B2F88">
              <w:rPr>
                <w:highlight w:val="yellow"/>
              </w:rPr>
              <w:fldChar w:fldCharType="begin">
                <w:ffData>
                  <w:name w:val="Text13"/>
                  <w:enabled/>
                  <w:calcOnExit w:val="0"/>
                  <w:textInput>
                    <w:default w:val="&quot;[VLOŽÍ ZHOTOVITEL]&quot;"/>
                  </w:textInput>
                </w:ffData>
              </w:fldChar>
            </w:r>
            <w:r w:rsidRPr="002B2F88">
              <w:rPr>
                <w:sz w:val="18"/>
                <w:highlight w:val="yellow"/>
              </w:rPr>
              <w:instrText xml:space="preserve"> FORMTEXT </w:instrText>
            </w:r>
            <w:r w:rsidRPr="002B2F88">
              <w:rPr>
                <w:highlight w:val="yellow"/>
              </w:rPr>
            </w:r>
            <w:r w:rsidRPr="002B2F88">
              <w:rPr>
                <w:highlight w:val="yellow"/>
              </w:rPr>
              <w:fldChar w:fldCharType="separate"/>
            </w:r>
            <w:r w:rsidRPr="002B2F88">
              <w:rPr>
                <w:noProof/>
                <w:sz w:val="18"/>
                <w:highlight w:val="yellow"/>
              </w:rPr>
              <w:t>"[VLOŽÍ ZHOTOVITEL]"</w:t>
            </w:r>
            <w:r w:rsidRPr="002B2F88">
              <w:rPr>
                <w:highlight w:val="yellow"/>
              </w:rPr>
              <w:fldChar w:fldCharType="end"/>
            </w:r>
          </w:p>
        </w:tc>
      </w:tr>
      <w:tr w:rsidR="00CF530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7D59C23" w:rsidR="00CF530D" w:rsidRPr="00F95FBD" w:rsidRDefault="00CF530D" w:rsidP="00CF530D">
            <w:pPr>
              <w:pStyle w:val="Tabulka"/>
              <w:rPr>
                <w:sz w:val="18"/>
              </w:rPr>
            </w:pPr>
            <w:r w:rsidRPr="004C38C9">
              <w:rPr>
                <w:highlight w:val="yellow"/>
              </w:rPr>
              <w:fldChar w:fldCharType="begin">
                <w:ffData>
                  <w:name w:val="Text13"/>
                  <w:enabled/>
                  <w:calcOnExit w:val="0"/>
                  <w:textInput>
                    <w:default w:val="&quot;[VLOŽÍ ZHOTOVITEL]&quot;"/>
                  </w:textInput>
                </w:ffData>
              </w:fldChar>
            </w:r>
            <w:r w:rsidRPr="004C38C9">
              <w:rPr>
                <w:sz w:val="18"/>
                <w:highlight w:val="yellow"/>
              </w:rPr>
              <w:instrText xml:space="preserve"> FORMTEXT </w:instrText>
            </w:r>
            <w:r w:rsidRPr="004C38C9">
              <w:rPr>
                <w:highlight w:val="yellow"/>
              </w:rPr>
            </w:r>
            <w:r w:rsidRPr="004C38C9">
              <w:rPr>
                <w:highlight w:val="yellow"/>
              </w:rPr>
              <w:fldChar w:fldCharType="separate"/>
            </w:r>
            <w:r w:rsidRPr="004C38C9">
              <w:rPr>
                <w:noProof/>
                <w:sz w:val="18"/>
                <w:highlight w:val="yellow"/>
              </w:rPr>
              <w:t>"[VLOŽÍ ZHOTOVITEL]"</w:t>
            </w:r>
            <w:r w:rsidRPr="004C38C9">
              <w:rPr>
                <w:highlight w:val="yellow"/>
              </w:rPr>
              <w:fldChar w:fldCharType="end"/>
            </w:r>
          </w:p>
        </w:tc>
        <w:tc>
          <w:tcPr>
            <w:tcW w:w="3129" w:type="dxa"/>
          </w:tcPr>
          <w:p w14:paraId="2255FD27" w14:textId="711AD845" w:rsidR="00CF530D" w:rsidRPr="00F95FBD" w:rsidRDefault="00CF530D" w:rsidP="00CF530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C38C9">
              <w:rPr>
                <w:highlight w:val="yellow"/>
              </w:rPr>
              <w:fldChar w:fldCharType="begin">
                <w:ffData>
                  <w:name w:val="Text13"/>
                  <w:enabled/>
                  <w:calcOnExit w:val="0"/>
                  <w:textInput>
                    <w:default w:val="&quot;[VLOŽÍ ZHOTOVITEL]&quot;"/>
                  </w:textInput>
                </w:ffData>
              </w:fldChar>
            </w:r>
            <w:r w:rsidRPr="004C38C9">
              <w:rPr>
                <w:sz w:val="18"/>
                <w:highlight w:val="yellow"/>
              </w:rPr>
              <w:instrText xml:space="preserve"> FORMTEXT </w:instrText>
            </w:r>
            <w:r w:rsidRPr="004C38C9">
              <w:rPr>
                <w:highlight w:val="yellow"/>
              </w:rPr>
            </w:r>
            <w:r w:rsidRPr="004C38C9">
              <w:rPr>
                <w:highlight w:val="yellow"/>
              </w:rPr>
              <w:fldChar w:fldCharType="separate"/>
            </w:r>
            <w:r w:rsidRPr="004C38C9">
              <w:rPr>
                <w:noProof/>
                <w:sz w:val="18"/>
                <w:highlight w:val="yellow"/>
              </w:rPr>
              <w:t>"[VLOŽÍ ZHOTOVITEL]"</w:t>
            </w:r>
            <w:r w:rsidRPr="004C38C9">
              <w:rPr>
                <w:highlight w:val="yellow"/>
              </w:rPr>
              <w:fldChar w:fldCharType="end"/>
            </w:r>
          </w:p>
        </w:tc>
        <w:tc>
          <w:tcPr>
            <w:tcW w:w="2957" w:type="dxa"/>
          </w:tcPr>
          <w:p w14:paraId="57DD9264" w14:textId="7ADA7CA3" w:rsidR="00CF530D" w:rsidRPr="00F95FBD" w:rsidRDefault="00CF530D" w:rsidP="00CF530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C38C9">
              <w:rPr>
                <w:highlight w:val="yellow"/>
              </w:rPr>
              <w:fldChar w:fldCharType="begin">
                <w:ffData>
                  <w:name w:val="Text13"/>
                  <w:enabled/>
                  <w:calcOnExit w:val="0"/>
                  <w:textInput>
                    <w:default w:val="&quot;[VLOŽÍ ZHOTOVITEL]&quot;"/>
                  </w:textInput>
                </w:ffData>
              </w:fldChar>
            </w:r>
            <w:r w:rsidRPr="004C38C9">
              <w:rPr>
                <w:sz w:val="18"/>
                <w:highlight w:val="yellow"/>
              </w:rPr>
              <w:instrText xml:space="preserve"> FORMTEXT </w:instrText>
            </w:r>
            <w:r w:rsidRPr="004C38C9">
              <w:rPr>
                <w:highlight w:val="yellow"/>
              </w:rPr>
            </w:r>
            <w:r w:rsidRPr="004C38C9">
              <w:rPr>
                <w:highlight w:val="yellow"/>
              </w:rPr>
              <w:fldChar w:fldCharType="separate"/>
            </w:r>
            <w:r w:rsidRPr="004C38C9">
              <w:rPr>
                <w:noProof/>
                <w:sz w:val="18"/>
                <w:highlight w:val="yellow"/>
              </w:rPr>
              <w:t>"[VLOŽÍ ZHOTOVITEL]"</w:t>
            </w:r>
            <w:r w:rsidRPr="004C38C9">
              <w:rPr>
                <w:highlight w:val="yellow"/>
              </w:rPr>
              <w:fldChar w:fldCharType="end"/>
            </w:r>
          </w:p>
        </w:tc>
      </w:tr>
      <w:tr w:rsidR="00CF530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305EBF4B" w:rsidR="00CF530D" w:rsidRPr="00F95FBD" w:rsidRDefault="00CF530D" w:rsidP="00CF530D">
            <w:pPr>
              <w:pStyle w:val="Tabulka"/>
              <w:rPr>
                <w:sz w:val="18"/>
              </w:rPr>
            </w:pPr>
            <w:r w:rsidRPr="004C38C9">
              <w:rPr>
                <w:highlight w:val="yellow"/>
              </w:rPr>
              <w:fldChar w:fldCharType="begin">
                <w:ffData>
                  <w:name w:val="Text13"/>
                  <w:enabled/>
                  <w:calcOnExit w:val="0"/>
                  <w:textInput>
                    <w:default w:val="&quot;[VLOŽÍ ZHOTOVITEL]&quot;"/>
                  </w:textInput>
                </w:ffData>
              </w:fldChar>
            </w:r>
            <w:r w:rsidRPr="004C38C9">
              <w:rPr>
                <w:sz w:val="18"/>
                <w:highlight w:val="yellow"/>
              </w:rPr>
              <w:instrText xml:space="preserve"> FORMTEXT </w:instrText>
            </w:r>
            <w:r w:rsidRPr="004C38C9">
              <w:rPr>
                <w:highlight w:val="yellow"/>
              </w:rPr>
            </w:r>
            <w:r w:rsidRPr="004C38C9">
              <w:rPr>
                <w:highlight w:val="yellow"/>
              </w:rPr>
              <w:fldChar w:fldCharType="separate"/>
            </w:r>
            <w:r w:rsidRPr="004C38C9">
              <w:rPr>
                <w:noProof/>
                <w:sz w:val="18"/>
                <w:highlight w:val="yellow"/>
              </w:rPr>
              <w:t>"[VLOŽÍ ZHOTOVITEL]"</w:t>
            </w:r>
            <w:r w:rsidRPr="004C38C9">
              <w:rPr>
                <w:highlight w:val="yellow"/>
              </w:rPr>
              <w:fldChar w:fldCharType="end"/>
            </w:r>
          </w:p>
        </w:tc>
        <w:tc>
          <w:tcPr>
            <w:tcW w:w="3129" w:type="dxa"/>
          </w:tcPr>
          <w:p w14:paraId="0DF8CB53" w14:textId="2F696E70" w:rsidR="00CF530D" w:rsidRPr="00F95FBD" w:rsidRDefault="00CF530D" w:rsidP="00CF530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C38C9">
              <w:rPr>
                <w:highlight w:val="yellow"/>
              </w:rPr>
              <w:fldChar w:fldCharType="begin">
                <w:ffData>
                  <w:name w:val="Text13"/>
                  <w:enabled/>
                  <w:calcOnExit w:val="0"/>
                  <w:textInput>
                    <w:default w:val="&quot;[VLOŽÍ ZHOTOVITEL]&quot;"/>
                  </w:textInput>
                </w:ffData>
              </w:fldChar>
            </w:r>
            <w:r w:rsidRPr="004C38C9">
              <w:rPr>
                <w:sz w:val="18"/>
                <w:highlight w:val="yellow"/>
              </w:rPr>
              <w:instrText xml:space="preserve"> FORMTEXT </w:instrText>
            </w:r>
            <w:r w:rsidRPr="004C38C9">
              <w:rPr>
                <w:highlight w:val="yellow"/>
              </w:rPr>
            </w:r>
            <w:r w:rsidRPr="004C38C9">
              <w:rPr>
                <w:highlight w:val="yellow"/>
              </w:rPr>
              <w:fldChar w:fldCharType="separate"/>
            </w:r>
            <w:r w:rsidRPr="004C38C9">
              <w:rPr>
                <w:noProof/>
                <w:sz w:val="18"/>
                <w:highlight w:val="yellow"/>
              </w:rPr>
              <w:t>"[VLOŽÍ ZHOTOVITEL]"</w:t>
            </w:r>
            <w:r w:rsidRPr="004C38C9">
              <w:rPr>
                <w:highlight w:val="yellow"/>
              </w:rPr>
              <w:fldChar w:fldCharType="end"/>
            </w:r>
          </w:p>
        </w:tc>
        <w:tc>
          <w:tcPr>
            <w:tcW w:w="2957" w:type="dxa"/>
          </w:tcPr>
          <w:p w14:paraId="1C9CE9E6" w14:textId="4C3198AC" w:rsidR="00CF530D" w:rsidRPr="00F95FBD" w:rsidRDefault="00CF530D" w:rsidP="00CF530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C38C9">
              <w:rPr>
                <w:highlight w:val="yellow"/>
              </w:rPr>
              <w:fldChar w:fldCharType="begin">
                <w:ffData>
                  <w:name w:val="Text13"/>
                  <w:enabled/>
                  <w:calcOnExit w:val="0"/>
                  <w:textInput>
                    <w:default w:val="&quot;[VLOŽÍ ZHOTOVITEL]&quot;"/>
                  </w:textInput>
                </w:ffData>
              </w:fldChar>
            </w:r>
            <w:r w:rsidRPr="004C38C9">
              <w:rPr>
                <w:sz w:val="18"/>
                <w:highlight w:val="yellow"/>
              </w:rPr>
              <w:instrText xml:space="preserve"> FORMTEXT </w:instrText>
            </w:r>
            <w:r w:rsidRPr="004C38C9">
              <w:rPr>
                <w:highlight w:val="yellow"/>
              </w:rPr>
            </w:r>
            <w:r w:rsidRPr="004C38C9">
              <w:rPr>
                <w:highlight w:val="yellow"/>
              </w:rPr>
              <w:fldChar w:fldCharType="separate"/>
            </w:r>
            <w:r w:rsidRPr="004C38C9">
              <w:rPr>
                <w:noProof/>
                <w:sz w:val="18"/>
                <w:highlight w:val="yellow"/>
              </w:rPr>
              <w:t>"[VLOŽÍ ZHOTOVITEL]"</w:t>
            </w:r>
            <w:r w:rsidRPr="004C38C9">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0"/>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1"/>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2F457B">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2F4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2F457B">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2F457B">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2F45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2F457B">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2F45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2F457B">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2F45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2F45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2F45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2F45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2F45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2F4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2F457B">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2F457B">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2F45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2F457B">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2F45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2F457B">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2F45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2F457B">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2F45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2F457B">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2F45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2F457B">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2F457B">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2F4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2F457B">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2F457B">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2F457B">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2F457B">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2F457B">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2F457B">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2F457B">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2F457B">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2F457B">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2F457B">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2F4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2F457B">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2F457B">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2F45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2F457B">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2F457B">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2F4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2F457B">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2F457B">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2F457B">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2F45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2F457B">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2F45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2F457B">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2F45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2F457B">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2F45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2F457B">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2F45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2F457B">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2F45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2F457B">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1AB2EA91"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2F457B">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2F4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2F457B">
            <w:pPr>
              <w:keepNext/>
              <w:spacing w:after="60"/>
              <w:outlineLvl w:val="3"/>
              <w:rPr>
                <w:rFonts w:ascii="Verdana" w:eastAsia="Times New Roman" w:hAnsi="Verdana"/>
                <w:b/>
                <w:bCs/>
                <w:sz w:val="16"/>
                <w:szCs w:val="20"/>
              </w:rPr>
            </w:pPr>
          </w:p>
          <w:p w14:paraId="247C47E3" w14:textId="77777777" w:rsidR="00AD18F7" w:rsidRPr="00AD18F7" w:rsidRDefault="00AD18F7" w:rsidP="002F457B">
            <w:pPr>
              <w:keepNext/>
              <w:spacing w:after="60"/>
              <w:outlineLvl w:val="3"/>
              <w:rPr>
                <w:rFonts w:ascii="Verdana" w:eastAsia="Times New Roman" w:hAnsi="Verdana"/>
                <w:bCs/>
                <w:sz w:val="16"/>
                <w:szCs w:val="20"/>
              </w:rPr>
            </w:pPr>
          </w:p>
          <w:p w14:paraId="4EDE8EDB" w14:textId="77777777" w:rsidR="00AD18F7" w:rsidRPr="00AD18F7" w:rsidRDefault="00AD18F7" w:rsidP="002F457B">
            <w:pPr>
              <w:keepNext/>
              <w:spacing w:after="60"/>
              <w:outlineLvl w:val="3"/>
              <w:rPr>
                <w:rFonts w:ascii="Verdana" w:eastAsia="Times New Roman" w:hAnsi="Verdana"/>
                <w:bCs/>
                <w:sz w:val="16"/>
                <w:szCs w:val="20"/>
              </w:rPr>
            </w:pPr>
          </w:p>
          <w:p w14:paraId="4B1B34A9" w14:textId="77777777" w:rsidR="00AD18F7" w:rsidRPr="00AD18F7" w:rsidRDefault="00AD18F7" w:rsidP="002F457B">
            <w:pPr>
              <w:keepNext/>
              <w:spacing w:after="60"/>
              <w:outlineLvl w:val="3"/>
              <w:rPr>
                <w:rFonts w:ascii="Verdana" w:eastAsia="Times New Roman" w:hAnsi="Verdana"/>
                <w:bCs/>
                <w:sz w:val="16"/>
                <w:szCs w:val="20"/>
              </w:rPr>
            </w:pPr>
          </w:p>
          <w:p w14:paraId="6DC00DB6" w14:textId="77777777" w:rsidR="00AD18F7" w:rsidRPr="00AD18F7" w:rsidRDefault="00AD18F7" w:rsidP="002F457B">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2F457B">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2F457B">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2F457B">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2F4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2F457B">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2F457B">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2F457B">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2F457B">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2F457B">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2F457B">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2F457B">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2F457B">
      <w:pPr>
        <w:keepNext/>
        <w:spacing w:after="60"/>
        <w:outlineLvl w:val="3"/>
        <w:rPr>
          <w:rFonts w:ascii="Verdana" w:eastAsia="Times New Roman" w:hAnsi="Verdana"/>
          <w:bCs/>
          <w:color w:val="FF0000"/>
          <w:sz w:val="12"/>
          <w:szCs w:val="20"/>
        </w:rPr>
      </w:pPr>
    </w:p>
    <w:p w14:paraId="2FA15C52" w14:textId="77777777" w:rsidR="00AD18F7" w:rsidRPr="00AD18F7" w:rsidRDefault="00AD18F7" w:rsidP="002F457B">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2F457B">
      <w:pPr>
        <w:keepNext/>
        <w:spacing w:after="60"/>
        <w:jc w:val="both"/>
        <w:outlineLvl w:val="3"/>
        <w:rPr>
          <w:rFonts w:ascii="Verdana" w:eastAsia="Times New Roman" w:hAnsi="Verdana"/>
          <w:b/>
          <w:bCs/>
          <w:i/>
          <w:sz w:val="14"/>
        </w:rPr>
      </w:pPr>
    </w:p>
    <w:p w14:paraId="581610AB" w14:textId="77777777" w:rsidR="00AD18F7" w:rsidRPr="00AD18F7" w:rsidRDefault="00AD18F7" w:rsidP="002F457B">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2F457B">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46BEFB4" w14:textId="77777777" w:rsidR="00AD18F7" w:rsidRPr="00AD18F7" w:rsidRDefault="00AD18F7" w:rsidP="002F457B">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2F457B"/>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F716F" w14:textId="77777777" w:rsidR="00E262C7" w:rsidRDefault="00E262C7" w:rsidP="00962258">
      <w:pPr>
        <w:spacing w:after="0" w:line="240" w:lineRule="auto"/>
      </w:pPr>
      <w:r>
        <w:separator/>
      </w:r>
    </w:p>
  </w:endnote>
  <w:endnote w:type="continuationSeparator" w:id="0">
    <w:p w14:paraId="48B04FD3" w14:textId="77777777" w:rsidR="00E262C7" w:rsidRDefault="00E262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57B" w:rsidRPr="00A22592" w14:paraId="66AB46D4" w14:textId="77777777" w:rsidTr="00EB46E5">
      <w:tc>
        <w:tcPr>
          <w:tcW w:w="1361" w:type="dxa"/>
          <w:tcMar>
            <w:left w:w="0" w:type="dxa"/>
            <w:right w:w="0" w:type="dxa"/>
          </w:tcMar>
          <w:vAlign w:val="bottom"/>
        </w:tcPr>
        <w:p w14:paraId="357001FE" w14:textId="1B15436B" w:rsidR="002F457B" w:rsidRPr="00B8518B" w:rsidRDefault="002F457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1DC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1DC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2F457B" w:rsidRDefault="002F457B" w:rsidP="00B8518B">
          <w:pPr>
            <w:pStyle w:val="Zpat"/>
          </w:pPr>
        </w:p>
      </w:tc>
      <w:tc>
        <w:tcPr>
          <w:tcW w:w="425" w:type="dxa"/>
          <w:shd w:val="clear" w:color="auto" w:fill="auto"/>
          <w:tcMar>
            <w:left w:w="0" w:type="dxa"/>
            <w:right w:w="0" w:type="dxa"/>
          </w:tcMar>
        </w:tcPr>
        <w:p w14:paraId="6DAF8F96" w14:textId="77777777" w:rsidR="002F457B" w:rsidRDefault="002F457B" w:rsidP="00B8518B">
          <w:pPr>
            <w:pStyle w:val="Zpat"/>
          </w:pPr>
        </w:p>
      </w:tc>
      <w:tc>
        <w:tcPr>
          <w:tcW w:w="8505" w:type="dxa"/>
        </w:tcPr>
        <w:p w14:paraId="032469F4" w14:textId="77777777" w:rsidR="002F457B" w:rsidRPr="00A22592" w:rsidRDefault="002F457B" w:rsidP="00F422D3">
          <w:pPr>
            <w:pStyle w:val="Zpat0"/>
            <w:rPr>
              <w:b/>
              <w:sz w:val="14"/>
            </w:rPr>
          </w:pPr>
          <w:r w:rsidRPr="00A22592">
            <w:rPr>
              <w:b/>
              <w:sz w:val="14"/>
            </w:rPr>
            <w:t>SMLOUVA O DÍLO</w:t>
          </w:r>
        </w:p>
        <w:p w14:paraId="27015DE1" w14:textId="77777777" w:rsidR="002F457B" w:rsidRPr="00A22592" w:rsidRDefault="002F457B" w:rsidP="00F422D3">
          <w:pPr>
            <w:pStyle w:val="Zpat0"/>
            <w:rPr>
              <w:sz w:val="14"/>
            </w:rPr>
          </w:pPr>
          <w:r w:rsidRPr="00A22592">
            <w:rPr>
              <w:sz w:val="14"/>
            </w:rPr>
            <w:t>Zhotovení stavby</w:t>
          </w:r>
        </w:p>
        <w:p w14:paraId="7A7B48F8" w14:textId="32354B46" w:rsidR="002F457B" w:rsidRPr="00A22592" w:rsidRDefault="002F457B" w:rsidP="00F422D3">
          <w:pPr>
            <w:pStyle w:val="Zpat0"/>
            <w:rPr>
              <w:sz w:val="14"/>
            </w:rPr>
          </w:pPr>
          <w:r w:rsidRPr="002F457B">
            <w:rPr>
              <w:sz w:val="14"/>
            </w:rPr>
            <w:t>Adršpach ON - oprava (střecha, vnější plášť a VPP)</w:t>
          </w:r>
        </w:p>
      </w:tc>
    </w:tr>
  </w:tbl>
  <w:p w14:paraId="53C93338" w14:textId="77777777" w:rsidR="002F457B" w:rsidRPr="00B8518B" w:rsidRDefault="002F45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2F457B" w:rsidRPr="00B8518B" w:rsidRDefault="002F457B" w:rsidP="00460660">
    <w:pPr>
      <w:pStyle w:val="Zpat"/>
      <w:rPr>
        <w:sz w:val="2"/>
        <w:szCs w:val="2"/>
      </w:rPr>
    </w:pPr>
  </w:p>
  <w:p w14:paraId="79482BEC" w14:textId="77777777" w:rsidR="002F457B" w:rsidRPr="00460660" w:rsidRDefault="002F457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57B" w:rsidRPr="00A22592" w14:paraId="22AF6DD5" w14:textId="77777777" w:rsidTr="00EB46E5">
      <w:tc>
        <w:tcPr>
          <w:tcW w:w="1361" w:type="dxa"/>
          <w:tcMar>
            <w:left w:w="0" w:type="dxa"/>
            <w:right w:w="0" w:type="dxa"/>
          </w:tcMar>
          <w:vAlign w:val="bottom"/>
        </w:tcPr>
        <w:p w14:paraId="608A442B" w14:textId="77777777" w:rsidR="002F457B" w:rsidRPr="00B8518B" w:rsidRDefault="002F457B" w:rsidP="00502690">
          <w:pPr>
            <w:pStyle w:val="Zpat"/>
            <w:jc w:val="right"/>
            <w:rPr>
              <w:rStyle w:val="slostrnky"/>
            </w:rPr>
          </w:pPr>
        </w:p>
      </w:tc>
      <w:tc>
        <w:tcPr>
          <w:tcW w:w="284" w:type="dxa"/>
          <w:shd w:val="clear" w:color="auto" w:fill="auto"/>
          <w:tcMar>
            <w:left w:w="0" w:type="dxa"/>
            <w:right w:w="0" w:type="dxa"/>
          </w:tcMar>
        </w:tcPr>
        <w:p w14:paraId="336607A1" w14:textId="77777777" w:rsidR="002F457B" w:rsidRDefault="002F457B" w:rsidP="00B8518B">
          <w:pPr>
            <w:pStyle w:val="Zpat"/>
          </w:pPr>
        </w:p>
      </w:tc>
      <w:tc>
        <w:tcPr>
          <w:tcW w:w="425" w:type="dxa"/>
          <w:shd w:val="clear" w:color="auto" w:fill="auto"/>
          <w:tcMar>
            <w:left w:w="0" w:type="dxa"/>
            <w:right w:w="0" w:type="dxa"/>
          </w:tcMar>
        </w:tcPr>
        <w:p w14:paraId="6C3F7571" w14:textId="77777777" w:rsidR="002F457B" w:rsidRDefault="002F457B" w:rsidP="00B8518B">
          <w:pPr>
            <w:pStyle w:val="Zpat"/>
          </w:pPr>
        </w:p>
      </w:tc>
      <w:tc>
        <w:tcPr>
          <w:tcW w:w="8505" w:type="dxa"/>
        </w:tcPr>
        <w:p w14:paraId="5989549A" w14:textId="77777777" w:rsidR="002F457B" w:rsidRPr="00A22592" w:rsidRDefault="002F457B" w:rsidP="00F422D3">
          <w:pPr>
            <w:pStyle w:val="Zpat0"/>
            <w:rPr>
              <w:b/>
              <w:sz w:val="14"/>
            </w:rPr>
          </w:pPr>
          <w:r>
            <w:rPr>
              <w:b/>
              <w:sz w:val="14"/>
            </w:rPr>
            <w:t>SMLOUVA O DÍLO</w:t>
          </w:r>
        </w:p>
        <w:p w14:paraId="047F8F29" w14:textId="77777777" w:rsidR="002F457B" w:rsidRPr="00A22592" w:rsidRDefault="002F457B" w:rsidP="00F95FBD">
          <w:pPr>
            <w:pStyle w:val="Zpat0"/>
            <w:rPr>
              <w:sz w:val="14"/>
            </w:rPr>
          </w:pPr>
          <w:r w:rsidRPr="00A22592">
            <w:rPr>
              <w:sz w:val="14"/>
            </w:rPr>
            <w:t>Zhotovení stavby</w:t>
          </w:r>
        </w:p>
        <w:p w14:paraId="2CA3CAFF" w14:textId="6B09949F" w:rsidR="002F457B" w:rsidRPr="00A22592" w:rsidRDefault="00271F21" w:rsidP="00F95FBD">
          <w:pPr>
            <w:pStyle w:val="Zpat0"/>
            <w:rPr>
              <w:sz w:val="14"/>
            </w:rPr>
          </w:pPr>
          <w:r w:rsidRPr="002F457B">
            <w:rPr>
              <w:sz w:val="14"/>
            </w:rPr>
            <w:t>Adršpach ON - oprava (střecha, vnější plášť a VPP)</w:t>
          </w:r>
        </w:p>
      </w:tc>
    </w:tr>
  </w:tbl>
  <w:p w14:paraId="3F154C03" w14:textId="77777777" w:rsidR="002F457B" w:rsidRPr="00B8518B" w:rsidRDefault="002F457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2F457B" w:rsidRPr="008F58C3" w:rsidRDefault="002F457B">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7BD06" w14:textId="77777777" w:rsidR="00E262C7" w:rsidRDefault="00E262C7" w:rsidP="00962258">
      <w:pPr>
        <w:spacing w:after="0" w:line="240" w:lineRule="auto"/>
      </w:pPr>
      <w:r>
        <w:separator/>
      </w:r>
    </w:p>
  </w:footnote>
  <w:footnote w:type="continuationSeparator" w:id="0">
    <w:p w14:paraId="5D27DED6" w14:textId="77777777" w:rsidR="00E262C7" w:rsidRDefault="00E262C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57B" w14:paraId="5D031E28" w14:textId="77777777" w:rsidTr="00C02D0A">
      <w:trPr>
        <w:trHeight w:hRule="exact" w:val="454"/>
      </w:trPr>
      <w:tc>
        <w:tcPr>
          <w:tcW w:w="1361" w:type="dxa"/>
          <w:tcMar>
            <w:top w:w="57" w:type="dxa"/>
            <w:left w:w="0" w:type="dxa"/>
            <w:right w:w="0" w:type="dxa"/>
          </w:tcMar>
        </w:tcPr>
        <w:p w14:paraId="4489E32C" w14:textId="77777777" w:rsidR="002F457B" w:rsidRPr="00B8518B" w:rsidRDefault="002F457B" w:rsidP="00523EA7">
          <w:pPr>
            <w:pStyle w:val="Zpat"/>
            <w:rPr>
              <w:rStyle w:val="slostrnky"/>
            </w:rPr>
          </w:pPr>
        </w:p>
      </w:tc>
      <w:tc>
        <w:tcPr>
          <w:tcW w:w="3458" w:type="dxa"/>
          <w:shd w:val="clear" w:color="auto" w:fill="auto"/>
          <w:tcMar>
            <w:top w:w="57" w:type="dxa"/>
            <w:left w:w="0" w:type="dxa"/>
            <w:right w:w="0" w:type="dxa"/>
          </w:tcMar>
        </w:tcPr>
        <w:p w14:paraId="78DCDEDB" w14:textId="77777777" w:rsidR="002F457B" w:rsidRDefault="002F457B" w:rsidP="00523EA7">
          <w:pPr>
            <w:pStyle w:val="Zpat"/>
          </w:pPr>
        </w:p>
      </w:tc>
      <w:tc>
        <w:tcPr>
          <w:tcW w:w="5698" w:type="dxa"/>
          <w:shd w:val="clear" w:color="auto" w:fill="auto"/>
          <w:tcMar>
            <w:top w:w="57" w:type="dxa"/>
            <w:left w:w="0" w:type="dxa"/>
            <w:right w:w="0" w:type="dxa"/>
          </w:tcMar>
        </w:tcPr>
        <w:p w14:paraId="4C5E6986" w14:textId="77777777" w:rsidR="002F457B" w:rsidRPr="00D6163D" w:rsidRDefault="002F457B" w:rsidP="00D6163D">
          <w:pPr>
            <w:pStyle w:val="Druhdokumentu"/>
          </w:pPr>
        </w:p>
      </w:tc>
    </w:tr>
  </w:tbl>
  <w:p w14:paraId="5BA8D49F" w14:textId="77777777" w:rsidR="002F457B" w:rsidRPr="00D6163D" w:rsidRDefault="002F457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457B" w14:paraId="384D7FDA" w14:textId="77777777" w:rsidTr="00B22106">
      <w:trPr>
        <w:trHeight w:hRule="exact" w:val="936"/>
      </w:trPr>
      <w:tc>
        <w:tcPr>
          <w:tcW w:w="1361" w:type="dxa"/>
          <w:tcMar>
            <w:left w:w="0" w:type="dxa"/>
            <w:right w:w="0" w:type="dxa"/>
          </w:tcMar>
        </w:tcPr>
        <w:p w14:paraId="78661BD7" w14:textId="77777777" w:rsidR="002F457B" w:rsidRPr="00B8518B" w:rsidRDefault="002F457B" w:rsidP="00FC6389">
          <w:pPr>
            <w:pStyle w:val="Zpat"/>
            <w:rPr>
              <w:rStyle w:val="slostrnky"/>
            </w:rPr>
          </w:pPr>
        </w:p>
      </w:tc>
      <w:tc>
        <w:tcPr>
          <w:tcW w:w="3458" w:type="dxa"/>
          <w:shd w:val="clear" w:color="auto" w:fill="auto"/>
          <w:tcMar>
            <w:left w:w="0" w:type="dxa"/>
            <w:right w:w="0" w:type="dxa"/>
          </w:tcMar>
        </w:tcPr>
        <w:p w14:paraId="0046FBB3" w14:textId="77777777" w:rsidR="002F457B" w:rsidRDefault="002F457B" w:rsidP="00FC6389">
          <w:pPr>
            <w:pStyle w:val="Zpat"/>
          </w:pPr>
        </w:p>
      </w:tc>
      <w:tc>
        <w:tcPr>
          <w:tcW w:w="5756" w:type="dxa"/>
          <w:shd w:val="clear" w:color="auto" w:fill="auto"/>
          <w:tcMar>
            <w:left w:w="0" w:type="dxa"/>
            <w:right w:w="0" w:type="dxa"/>
          </w:tcMar>
        </w:tcPr>
        <w:p w14:paraId="3E32A76B" w14:textId="77777777" w:rsidR="002F457B" w:rsidRPr="00D6163D" w:rsidRDefault="002F457B" w:rsidP="00FC6389">
          <w:pPr>
            <w:pStyle w:val="Druhdokumentu"/>
          </w:pPr>
        </w:p>
      </w:tc>
    </w:tr>
    <w:tr w:rsidR="002F457B" w14:paraId="1C69BDF4" w14:textId="77777777" w:rsidTr="00B22106">
      <w:trPr>
        <w:trHeight w:hRule="exact" w:val="936"/>
      </w:trPr>
      <w:tc>
        <w:tcPr>
          <w:tcW w:w="1361" w:type="dxa"/>
          <w:tcMar>
            <w:left w:w="0" w:type="dxa"/>
            <w:right w:w="0" w:type="dxa"/>
          </w:tcMar>
        </w:tcPr>
        <w:p w14:paraId="102E971B" w14:textId="77777777" w:rsidR="002F457B" w:rsidRPr="00B8518B" w:rsidRDefault="002F457B" w:rsidP="00FC6389">
          <w:pPr>
            <w:pStyle w:val="Zpat"/>
            <w:rPr>
              <w:rStyle w:val="slostrnky"/>
            </w:rPr>
          </w:pPr>
        </w:p>
      </w:tc>
      <w:tc>
        <w:tcPr>
          <w:tcW w:w="3458" w:type="dxa"/>
          <w:shd w:val="clear" w:color="auto" w:fill="auto"/>
          <w:tcMar>
            <w:left w:w="0" w:type="dxa"/>
            <w:right w:w="0" w:type="dxa"/>
          </w:tcMar>
        </w:tcPr>
        <w:p w14:paraId="6667902B" w14:textId="77777777" w:rsidR="002F457B" w:rsidRDefault="002F457B" w:rsidP="00FC6389">
          <w:pPr>
            <w:pStyle w:val="Zpat"/>
          </w:pPr>
        </w:p>
      </w:tc>
      <w:tc>
        <w:tcPr>
          <w:tcW w:w="5756" w:type="dxa"/>
          <w:shd w:val="clear" w:color="auto" w:fill="auto"/>
          <w:tcMar>
            <w:left w:w="0" w:type="dxa"/>
            <w:right w:w="0" w:type="dxa"/>
          </w:tcMar>
        </w:tcPr>
        <w:p w14:paraId="2E12A5A7" w14:textId="77777777" w:rsidR="002F457B" w:rsidRPr="00D6163D" w:rsidRDefault="002F457B" w:rsidP="00FC6389">
          <w:pPr>
            <w:pStyle w:val="Druhdokumentu"/>
          </w:pPr>
        </w:p>
      </w:tc>
    </w:tr>
  </w:tbl>
  <w:p w14:paraId="1FA8FBA8" w14:textId="77777777" w:rsidR="002F457B" w:rsidRPr="00D6163D" w:rsidRDefault="002F457B"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2F457B" w:rsidRPr="00460660" w:rsidRDefault="002F457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57B" w14:paraId="692406C5" w14:textId="77777777" w:rsidTr="00C02D0A">
      <w:trPr>
        <w:trHeight w:hRule="exact" w:val="454"/>
      </w:trPr>
      <w:tc>
        <w:tcPr>
          <w:tcW w:w="1361" w:type="dxa"/>
          <w:tcMar>
            <w:top w:w="57" w:type="dxa"/>
            <w:left w:w="0" w:type="dxa"/>
            <w:right w:w="0" w:type="dxa"/>
          </w:tcMar>
        </w:tcPr>
        <w:p w14:paraId="3ED70212" w14:textId="77777777" w:rsidR="002F457B" w:rsidRPr="00B8518B" w:rsidRDefault="002F457B" w:rsidP="00523EA7">
          <w:pPr>
            <w:pStyle w:val="Zpat"/>
            <w:rPr>
              <w:rStyle w:val="slostrnky"/>
            </w:rPr>
          </w:pPr>
        </w:p>
      </w:tc>
      <w:tc>
        <w:tcPr>
          <w:tcW w:w="3458" w:type="dxa"/>
          <w:shd w:val="clear" w:color="auto" w:fill="auto"/>
          <w:tcMar>
            <w:top w:w="57" w:type="dxa"/>
            <w:left w:w="0" w:type="dxa"/>
            <w:right w:w="0" w:type="dxa"/>
          </w:tcMar>
        </w:tcPr>
        <w:p w14:paraId="59774E18" w14:textId="77777777" w:rsidR="002F457B" w:rsidRDefault="002F457B" w:rsidP="00523EA7">
          <w:pPr>
            <w:pStyle w:val="Zpat"/>
          </w:pPr>
        </w:p>
      </w:tc>
      <w:tc>
        <w:tcPr>
          <w:tcW w:w="5698" w:type="dxa"/>
          <w:shd w:val="clear" w:color="auto" w:fill="auto"/>
          <w:tcMar>
            <w:top w:w="57" w:type="dxa"/>
            <w:left w:w="0" w:type="dxa"/>
            <w:right w:w="0" w:type="dxa"/>
          </w:tcMar>
        </w:tcPr>
        <w:p w14:paraId="50FBDB97" w14:textId="77777777" w:rsidR="002F457B" w:rsidRPr="00D6163D" w:rsidRDefault="002F457B" w:rsidP="00D6163D">
          <w:pPr>
            <w:pStyle w:val="Druhdokumentu"/>
          </w:pPr>
        </w:p>
      </w:tc>
    </w:tr>
  </w:tbl>
  <w:p w14:paraId="2624A862" w14:textId="77777777" w:rsidR="002F457B" w:rsidRPr="00D6163D" w:rsidRDefault="002F457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57B" w14:paraId="7E53CC94" w14:textId="77777777" w:rsidTr="00C02D0A">
      <w:trPr>
        <w:trHeight w:hRule="exact" w:val="454"/>
      </w:trPr>
      <w:tc>
        <w:tcPr>
          <w:tcW w:w="1361" w:type="dxa"/>
          <w:tcMar>
            <w:top w:w="57" w:type="dxa"/>
            <w:left w:w="0" w:type="dxa"/>
            <w:right w:w="0" w:type="dxa"/>
          </w:tcMar>
        </w:tcPr>
        <w:p w14:paraId="5B1C5B69" w14:textId="77777777" w:rsidR="002F457B" w:rsidRPr="00B8518B" w:rsidRDefault="002F457B" w:rsidP="00523EA7">
          <w:pPr>
            <w:pStyle w:val="Zpat"/>
            <w:rPr>
              <w:rStyle w:val="slostrnky"/>
            </w:rPr>
          </w:pPr>
        </w:p>
      </w:tc>
      <w:tc>
        <w:tcPr>
          <w:tcW w:w="3458" w:type="dxa"/>
          <w:shd w:val="clear" w:color="auto" w:fill="auto"/>
          <w:tcMar>
            <w:top w:w="57" w:type="dxa"/>
            <w:left w:w="0" w:type="dxa"/>
            <w:right w:w="0" w:type="dxa"/>
          </w:tcMar>
        </w:tcPr>
        <w:p w14:paraId="69EBB16B" w14:textId="77777777" w:rsidR="002F457B" w:rsidRDefault="002F457B" w:rsidP="00523EA7">
          <w:pPr>
            <w:pStyle w:val="Zpat"/>
          </w:pPr>
        </w:p>
      </w:tc>
      <w:tc>
        <w:tcPr>
          <w:tcW w:w="5698" w:type="dxa"/>
          <w:shd w:val="clear" w:color="auto" w:fill="auto"/>
          <w:tcMar>
            <w:top w:w="57" w:type="dxa"/>
            <w:left w:w="0" w:type="dxa"/>
            <w:right w:w="0" w:type="dxa"/>
          </w:tcMar>
        </w:tcPr>
        <w:p w14:paraId="120253C1" w14:textId="77777777" w:rsidR="002F457B" w:rsidRPr="00D6163D" w:rsidRDefault="002F457B" w:rsidP="00D6163D">
          <w:pPr>
            <w:pStyle w:val="Druhdokumentu"/>
          </w:pPr>
        </w:p>
      </w:tc>
    </w:tr>
  </w:tbl>
  <w:p w14:paraId="6FDC562E" w14:textId="77777777" w:rsidR="002F457B" w:rsidRPr="00D6163D" w:rsidRDefault="002F457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57B" w14:paraId="46017BCD" w14:textId="77777777" w:rsidTr="00C02D0A">
      <w:trPr>
        <w:trHeight w:hRule="exact" w:val="454"/>
      </w:trPr>
      <w:tc>
        <w:tcPr>
          <w:tcW w:w="1361" w:type="dxa"/>
          <w:tcMar>
            <w:top w:w="57" w:type="dxa"/>
            <w:left w:w="0" w:type="dxa"/>
            <w:right w:w="0" w:type="dxa"/>
          </w:tcMar>
        </w:tcPr>
        <w:p w14:paraId="3D3A857B" w14:textId="77777777" w:rsidR="002F457B" w:rsidRPr="00B8518B" w:rsidRDefault="002F457B" w:rsidP="00523EA7">
          <w:pPr>
            <w:pStyle w:val="Zpat"/>
            <w:rPr>
              <w:rStyle w:val="slostrnky"/>
            </w:rPr>
          </w:pPr>
        </w:p>
      </w:tc>
      <w:tc>
        <w:tcPr>
          <w:tcW w:w="3458" w:type="dxa"/>
          <w:shd w:val="clear" w:color="auto" w:fill="auto"/>
          <w:tcMar>
            <w:top w:w="57" w:type="dxa"/>
            <w:left w:w="0" w:type="dxa"/>
            <w:right w:w="0" w:type="dxa"/>
          </w:tcMar>
        </w:tcPr>
        <w:p w14:paraId="091F922F" w14:textId="77777777" w:rsidR="002F457B" w:rsidRDefault="002F457B" w:rsidP="00523EA7">
          <w:pPr>
            <w:pStyle w:val="Zpat"/>
          </w:pPr>
        </w:p>
      </w:tc>
      <w:tc>
        <w:tcPr>
          <w:tcW w:w="5698" w:type="dxa"/>
          <w:shd w:val="clear" w:color="auto" w:fill="auto"/>
          <w:tcMar>
            <w:top w:w="57" w:type="dxa"/>
            <w:left w:w="0" w:type="dxa"/>
            <w:right w:w="0" w:type="dxa"/>
          </w:tcMar>
        </w:tcPr>
        <w:p w14:paraId="1B37C807" w14:textId="77777777" w:rsidR="002F457B" w:rsidRPr="00D6163D" w:rsidRDefault="002F457B" w:rsidP="00D6163D">
          <w:pPr>
            <w:pStyle w:val="Druhdokumentu"/>
          </w:pPr>
        </w:p>
      </w:tc>
    </w:tr>
  </w:tbl>
  <w:p w14:paraId="41F73759" w14:textId="77777777" w:rsidR="002F457B" w:rsidRPr="00D6163D" w:rsidRDefault="002F457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57B" w14:paraId="1A796983" w14:textId="77777777" w:rsidTr="00C02D0A">
      <w:trPr>
        <w:trHeight w:hRule="exact" w:val="454"/>
      </w:trPr>
      <w:tc>
        <w:tcPr>
          <w:tcW w:w="1361" w:type="dxa"/>
          <w:tcMar>
            <w:top w:w="57" w:type="dxa"/>
            <w:left w:w="0" w:type="dxa"/>
            <w:right w:w="0" w:type="dxa"/>
          </w:tcMar>
        </w:tcPr>
        <w:p w14:paraId="2C49E13B" w14:textId="77777777" w:rsidR="002F457B" w:rsidRPr="00B8518B" w:rsidRDefault="002F457B" w:rsidP="00523EA7">
          <w:pPr>
            <w:pStyle w:val="Zpat"/>
            <w:rPr>
              <w:rStyle w:val="slostrnky"/>
            </w:rPr>
          </w:pPr>
        </w:p>
      </w:tc>
      <w:tc>
        <w:tcPr>
          <w:tcW w:w="3458" w:type="dxa"/>
          <w:shd w:val="clear" w:color="auto" w:fill="auto"/>
          <w:tcMar>
            <w:top w:w="57" w:type="dxa"/>
            <w:left w:w="0" w:type="dxa"/>
            <w:right w:w="0" w:type="dxa"/>
          </w:tcMar>
        </w:tcPr>
        <w:p w14:paraId="29525732" w14:textId="77777777" w:rsidR="002F457B" w:rsidRDefault="002F457B" w:rsidP="00523EA7">
          <w:pPr>
            <w:pStyle w:val="Zpat"/>
          </w:pPr>
        </w:p>
      </w:tc>
      <w:tc>
        <w:tcPr>
          <w:tcW w:w="5698" w:type="dxa"/>
          <w:shd w:val="clear" w:color="auto" w:fill="auto"/>
          <w:tcMar>
            <w:top w:w="57" w:type="dxa"/>
            <w:left w:w="0" w:type="dxa"/>
            <w:right w:w="0" w:type="dxa"/>
          </w:tcMar>
        </w:tcPr>
        <w:p w14:paraId="56E7ECEF" w14:textId="77777777" w:rsidR="002F457B" w:rsidRPr="00D6163D" w:rsidRDefault="002F457B" w:rsidP="00D6163D">
          <w:pPr>
            <w:pStyle w:val="Druhdokumentu"/>
          </w:pPr>
        </w:p>
      </w:tc>
    </w:tr>
  </w:tbl>
  <w:p w14:paraId="3ED19484" w14:textId="77777777" w:rsidR="002F457B" w:rsidRPr="00D6163D" w:rsidRDefault="002F457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8"/>
  </w:num>
  <w:num w:numId="6">
    <w:abstractNumId w:val="0"/>
  </w:num>
  <w:num w:numId="7">
    <w:abstractNumId w:val="5"/>
  </w:num>
  <w:num w:numId="8">
    <w:abstractNumId w:val="8"/>
  </w:num>
  <w:num w:numId="9">
    <w:abstractNumId w:val="9"/>
  </w:num>
  <w:num w:numId="10">
    <w:abstractNumId w:val="0"/>
  </w:num>
  <w:num w:numId="11">
    <w:abstractNumId w:val="2"/>
  </w:num>
  <w:num w:numId="12">
    <w:abstractNumId w:val="11"/>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0"/>
  </w:num>
  <w:num w:numId="22">
    <w:abstractNumId w:val="0"/>
  </w:num>
  <w:num w:numId="23">
    <w:abstractNumId w:val="0"/>
  </w:num>
  <w:num w:numId="24">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16A1"/>
    <w:rsid w:val="000B4EB8"/>
    <w:rsid w:val="000C41F2"/>
    <w:rsid w:val="000D22C4"/>
    <w:rsid w:val="000D27D1"/>
    <w:rsid w:val="000E0CC3"/>
    <w:rsid w:val="000E1A7F"/>
    <w:rsid w:val="000F3947"/>
    <w:rsid w:val="00103401"/>
    <w:rsid w:val="00112864"/>
    <w:rsid w:val="00114472"/>
    <w:rsid w:val="00114988"/>
    <w:rsid w:val="00115069"/>
    <w:rsid w:val="001150F2"/>
    <w:rsid w:val="00120115"/>
    <w:rsid w:val="001306EA"/>
    <w:rsid w:val="00135ABA"/>
    <w:rsid w:val="00143EC0"/>
    <w:rsid w:val="001543F7"/>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61A5B"/>
    <w:rsid w:val="00262E5B"/>
    <w:rsid w:val="00271F21"/>
    <w:rsid w:val="00276AFE"/>
    <w:rsid w:val="00281F25"/>
    <w:rsid w:val="002A204D"/>
    <w:rsid w:val="002A3B57"/>
    <w:rsid w:val="002A5468"/>
    <w:rsid w:val="002B7828"/>
    <w:rsid w:val="002C1451"/>
    <w:rsid w:val="002C31BF"/>
    <w:rsid w:val="002C7A28"/>
    <w:rsid w:val="002D7FD6"/>
    <w:rsid w:val="002E052B"/>
    <w:rsid w:val="002E0CD7"/>
    <w:rsid w:val="002E0CFB"/>
    <w:rsid w:val="002E5C7B"/>
    <w:rsid w:val="002E7B0B"/>
    <w:rsid w:val="002F1F96"/>
    <w:rsid w:val="002F212B"/>
    <w:rsid w:val="002F39E1"/>
    <w:rsid w:val="002F4333"/>
    <w:rsid w:val="002F457B"/>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3E54"/>
    <w:rsid w:val="003D4DDD"/>
    <w:rsid w:val="003D6BAD"/>
    <w:rsid w:val="003D756E"/>
    <w:rsid w:val="003E3C73"/>
    <w:rsid w:val="003E420D"/>
    <w:rsid w:val="003E4C13"/>
    <w:rsid w:val="003F301F"/>
    <w:rsid w:val="00405C34"/>
    <w:rsid w:val="004078F3"/>
    <w:rsid w:val="00412B04"/>
    <w:rsid w:val="00412DCE"/>
    <w:rsid w:val="00427794"/>
    <w:rsid w:val="00450F07"/>
    <w:rsid w:val="00453CD3"/>
    <w:rsid w:val="0046002F"/>
    <w:rsid w:val="00460187"/>
    <w:rsid w:val="00460660"/>
    <w:rsid w:val="00462F00"/>
    <w:rsid w:val="00464BA9"/>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637FB"/>
    <w:rsid w:val="00570121"/>
    <w:rsid w:val="005736B7"/>
    <w:rsid w:val="0057416E"/>
    <w:rsid w:val="00575E5A"/>
    <w:rsid w:val="00580245"/>
    <w:rsid w:val="00583B03"/>
    <w:rsid w:val="00595DEF"/>
    <w:rsid w:val="005A1F44"/>
    <w:rsid w:val="005B7A97"/>
    <w:rsid w:val="005C0D18"/>
    <w:rsid w:val="005C5A72"/>
    <w:rsid w:val="005D3C39"/>
    <w:rsid w:val="005D7861"/>
    <w:rsid w:val="005E4ABF"/>
    <w:rsid w:val="00601A8C"/>
    <w:rsid w:val="0061068E"/>
    <w:rsid w:val="006115D3"/>
    <w:rsid w:val="0062111E"/>
    <w:rsid w:val="0062310B"/>
    <w:rsid w:val="00630EA6"/>
    <w:rsid w:val="00646CDE"/>
    <w:rsid w:val="0065610E"/>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4984"/>
    <w:rsid w:val="006E5B19"/>
    <w:rsid w:val="006F552B"/>
    <w:rsid w:val="00700941"/>
    <w:rsid w:val="00710723"/>
    <w:rsid w:val="007145F3"/>
    <w:rsid w:val="00723836"/>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87E2C"/>
    <w:rsid w:val="00893D76"/>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6091"/>
    <w:rsid w:val="00940D8A"/>
    <w:rsid w:val="00940F66"/>
    <w:rsid w:val="00962258"/>
    <w:rsid w:val="009678B5"/>
    <w:rsid w:val="009678B7"/>
    <w:rsid w:val="00992B9C"/>
    <w:rsid w:val="00992D9C"/>
    <w:rsid w:val="00996CB8"/>
    <w:rsid w:val="00996CF3"/>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46F4"/>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2F73"/>
    <w:rsid w:val="00B05B31"/>
    <w:rsid w:val="00B0619F"/>
    <w:rsid w:val="00B074C5"/>
    <w:rsid w:val="00B13A26"/>
    <w:rsid w:val="00B15D0D"/>
    <w:rsid w:val="00B22106"/>
    <w:rsid w:val="00B42F40"/>
    <w:rsid w:val="00B449BD"/>
    <w:rsid w:val="00B5431A"/>
    <w:rsid w:val="00B75EE1"/>
    <w:rsid w:val="00B77481"/>
    <w:rsid w:val="00B8518B"/>
    <w:rsid w:val="00B955DF"/>
    <w:rsid w:val="00B968B2"/>
    <w:rsid w:val="00B97CC3"/>
    <w:rsid w:val="00BA17AE"/>
    <w:rsid w:val="00BC06C4"/>
    <w:rsid w:val="00BD64B8"/>
    <w:rsid w:val="00BD7E91"/>
    <w:rsid w:val="00BD7F0D"/>
    <w:rsid w:val="00BE6886"/>
    <w:rsid w:val="00C02D0A"/>
    <w:rsid w:val="00C03A6E"/>
    <w:rsid w:val="00C06617"/>
    <w:rsid w:val="00C11B06"/>
    <w:rsid w:val="00C226C0"/>
    <w:rsid w:val="00C307B1"/>
    <w:rsid w:val="00C37459"/>
    <w:rsid w:val="00C37C47"/>
    <w:rsid w:val="00C37F6C"/>
    <w:rsid w:val="00C42FE6"/>
    <w:rsid w:val="00C44F6A"/>
    <w:rsid w:val="00C45470"/>
    <w:rsid w:val="00C6198E"/>
    <w:rsid w:val="00C65F2F"/>
    <w:rsid w:val="00C708EA"/>
    <w:rsid w:val="00C72129"/>
    <w:rsid w:val="00C778A5"/>
    <w:rsid w:val="00C92496"/>
    <w:rsid w:val="00C9333E"/>
    <w:rsid w:val="00C95162"/>
    <w:rsid w:val="00CA734E"/>
    <w:rsid w:val="00CB29EB"/>
    <w:rsid w:val="00CB4F6D"/>
    <w:rsid w:val="00CB6A37"/>
    <w:rsid w:val="00CB7684"/>
    <w:rsid w:val="00CC7C8F"/>
    <w:rsid w:val="00CD1FC4"/>
    <w:rsid w:val="00CD6B53"/>
    <w:rsid w:val="00CE44E0"/>
    <w:rsid w:val="00CF530D"/>
    <w:rsid w:val="00D034A0"/>
    <w:rsid w:val="00D21061"/>
    <w:rsid w:val="00D32554"/>
    <w:rsid w:val="00D40A8A"/>
    <w:rsid w:val="00D4108E"/>
    <w:rsid w:val="00D4328E"/>
    <w:rsid w:val="00D4758D"/>
    <w:rsid w:val="00D6163D"/>
    <w:rsid w:val="00D65992"/>
    <w:rsid w:val="00D77605"/>
    <w:rsid w:val="00D80984"/>
    <w:rsid w:val="00D831A3"/>
    <w:rsid w:val="00D97BE3"/>
    <w:rsid w:val="00DA3711"/>
    <w:rsid w:val="00DD1C6B"/>
    <w:rsid w:val="00DD46F3"/>
    <w:rsid w:val="00DE50B4"/>
    <w:rsid w:val="00DE56F2"/>
    <w:rsid w:val="00DF116D"/>
    <w:rsid w:val="00DF4B6D"/>
    <w:rsid w:val="00DF52E0"/>
    <w:rsid w:val="00E0319A"/>
    <w:rsid w:val="00E14606"/>
    <w:rsid w:val="00E16FF7"/>
    <w:rsid w:val="00E262C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267F"/>
    <w:rsid w:val="00E9697F"/>
    <w:rsid w:val="00EA548B"/>
    <w:rsid w:val="00EA585B"/>
    <w:rsid w:val="00EA6EC7"/>
    <w:rsid w:val="00EB104F"/>
    <w:rsid w:val="00EB46E5"/>
    <w:rsid w:val="00EC1DC6"/>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59EB"/>
    <w:rsid w:val="00F762A8"/>
    <w:rsid w:val="00F82134"/>
    <w:rsid w:val="00F86BA6"/>
    <w:rsid w:val="00F87C8D"/>
    <w:rsid w:val="00F95FBD"/>
    <w:rsid w:val="00FB6342"/>
    <w:rsid w:val="00FB669C"/>
    <w:rsid w:val="00FC033A"/>
    <w:rsid w:val="00FC6389"/>
    <w:rsid w:val="00FD14D5"/>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8D5B790-7782-4507-AE2A-98975899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23</Pages>
  <Words>5661</Words>
  <Characters>33401</Characters>
  <Application>Microsoft Office Word</Application>
  <DocSecurity>0</DocSecurity>
  <Lines>278</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Suchá Markéta</cp:lastModifiedBy>
  <cp:revision>3</cp:revision>
  <cp:lastPrinted>2019-05-15T08:59:00Z</cp:lastPrinted>
  <dcterms:created xsi:type="dcterms:W3CDTF">2021-02-11T10:23:00Z</dcterms:created>
  <dcterms:modified xsi:type="dcterms:W3CDTF">2021-02-12T06:47:00Z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